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3A249ACD" w:rsidR="0005408A" w:rsidRPr="00C97902" w:rsidRDefault="00073E62" w:rsidP="006D2C82">
      <w:pPr>
        <w:rPr>
          <w:rFonts w:eastAsia="Times New Roman"/>
          <w:b/>
          <w:i/>
          <w:color w:val="FF0000"/>
        </w:rPr>
      </w:pPr>
      <w:r w:rsidRPr="00C97902">
        <w:rPr>
          <w:b/>
          <w:i/>
          <w:color w:val="FF0000"/>
        </w:rPr>
        <w:t>Please note: This template applies to applications submitted in 202</w:t>
      </w:r>
      <w:r w:rsidR="009A4958">
        <w:rPr>
          <w:b/>
          <w:i/>
          <w:color w:val="FF0000"/>
        </w:rPr>
        <w:t>3</w:t>
      </w:r>
      <w:r w:rsidRPr="00C97902">
        <w:rPr>
          <w:b/>
          <w:i/>
          <w:color w:val="FF0000"/>
        </w:rPr>
        <w:t xml:space="preserve">. Previous versions of the template are not to be used. </w:t>
      </w:r>
    </w:p>
    <w:p w14:paraId="1F5ADFB5" w14:textId="77777777" w:rsidR="005947D0" w:rsidRPr="00C97902" w:rsidRDefault="005947D0" w:rsidP="006D2C82">
      <w:pPr>
        <w:rPr>
          <w:rFonts w:eastAsia="Times New Roman"/>
          <w:b/>
          <w:bCs/>
          <w:i/>
          <w:iCs/>
          <w:sz w:val="24"/>
          <w:szCs w:val="24"/>
        </w:rPr>
      </w:pPr>
    </w:p>
    <w:p w14:paraId="2874CC47" w14:textId="663CCD15" w:rsidR="00CC575D" w:rsidRPr="00C97902" w:rsidRDefault="00393F8B" w:rsidP="006D2C82">
      <w:pPr>
        <w:rPr>
          <w:rFonts w:eastAsia="Times New Roman"/>
          <w:b/>
          <w:i/>
          <w:sz w:val="24"/>
          <w:szCs w:val="24"/>
        </w:rPr>
      </w:pPr>
      <w:r w:rsidRPr="00C97902">
        <w:rPr>
          <w:b/>
          <w:i/>
          <w:sz w:val="24"/>
          <w:szCs w:val="24"/>
        </w:rPr>
        <w:t xml:space="preserve">This is a project description template for </w:t>
      </w:r>
      <w:r w:rsidR="001341B8" w:rsidRPr="00C97902">
        <w:rPr>
          <w:b/>
          <w:i/>
          <w:sz w:val="24"/>
          <w:szCs w:val="24"/>
        </w:rPr>
        <w:t>Pilot-T</w:t>
      </w:r>
      <w:r w:rsidR="00E134E3" w:rsidRPr="00C97902">
        <w:rPr>
          <w:b/>
          <w:i/>
          <w:sz w:val="24"/>
          <w:szCs w:val="24"/>
        </w:rPr>
        <w:t>.</w:t>
      </w:r>
      <w:r w:rsidRPr="00C97902">
        <w:rPr>
          <w:b/>
          <w:i/>
          <w:sz w:val="24"/>
          <w:szCs w:val="24"/>
        </w:rPr>
        <w:t xml:space="preserve">  </w:t>
      </w:r>
      <w:r w:rsidR="00E134E3" w:rsidRPr="00C97902">
        <w:rPr>
          <w:b/>
          <w:bCs/>
          <w:i/>
          <w:iCs/>
          <w:sz w:val="24"/>
          <w:szCs w:val="24"/>
        </w:rPr>
        <w:t>Please s</w:t>
      </w:r>
      <w:r w:rsidRPr="00C97902">
        <w:rPr>
          <w:b/>
          <w:bCs/>
          <w:i/>
          <w:iCs/>
          <w:sz w:val="24"/>
          <w:szCs w:val="24"/>
        </w:rPr>
        <w:t xml:space="preserve">ee the guidelines at the end of the document. Delete the instructions from the template before you submit the application. </w:t>
      </w:r>
    </w:p>
    <w:p w14:paraId="52A73347" w14:textId="77777777" w:rsidR="005D2C74" w:rsidRPr="00C97902" w:rsidRDefault="005D2C74" w:rsidP="005156EC">
      <w:pPr>
        <w:pStyle w:val="Overskrift1"/>
        <w:numPr>
          <w:ilvl w:val="0"/>
          <w:numId w:val="12"/>
        </w:numPr>
      </w:pPr>
      <w:r w:rsidRPr="00C97902">
        <w:t xml:space="preserve">Research and innovation </w:t>
      </w:r>
    </w:p>
    <w:p w14:paraId="5445F436" w14:textId="77777777" w:rsidR="0024539D" w:rsidRPr="00C97902" w:rsidRDefault="009C2501" w:rsidP="008836BE">
      <w:pPr>
        <w:pStyle w:val="Overskrift2"/>
      </w:pPr>
      <w:r w:rsidRPr="00C97902">
        <w:t>The innovation</w:t>
      </w:r>
    </w:p>
    <w:p w14:paraId="39D508E6" w14:textId="7898C197" w:rsidR="009C2501" w:rsidRPr="00C97902" w:rsidRDefault="009C2501" w:rsidP="008836BE">
      <w:pPr>
        <w:pStyle w:val="Overskrift2"/>
      </w:pPr>
      <w:r w:rsidRPr="00C97902">
        <w:t>The knowledge need and R&amp;D challenges</w:t>
      </w:r>
    </w:p>
    <w:p w14:paraId="1EDB93D9" w14:textId="77777777" w:rsidR="009C2501" w:rsidRPr="00C97902" w:rsidRDefault="009C2501" w:rsidP="003E60A9">
      <w:pPr>
        <w:pStyle w:val="Overskrift1"/>
      </w:pPr>
      <w:r w:rsidRPr="00C97902">
        <w:t>Impact</w:t>
      </w:r>
    </w:p>
    <w:p w14:paraId="0AF42D14" w14:textId="77777777" w:rsidR="001341B8" w:rsidRPr="00C97902" w:rsidRDefault="001341B8" w:rsidP="001341B8">
      <w:pPr>
        <w:pStyle w:val="Overskrift2"/>
      </w:pPr>
      <w:r w:rsidRPr="00C97902">
        <w:t>Potential for value creation</w:t>
      </w:r>
    </w:p>
    <w:p w14:paraId="7E2CE69E" w14:textId="77777777" w:rsidR="001341B8" w:rsidRPr="00C97902" w:rsidRDefault="001341B8" w:rsidP="001341B8">
      <w:pPr>
        <w:pStyle w:val="Overskrift2"/>
      </w:pPr>
      <w:r w:rsidRPr="00C97902">
        <w:t>Positive external impacts and benefits to society</w:t>
      </w:r>
    </w:p>
    <w:p w14:paraId="20DBA6D1" w14:textId="11F4B457" w:rsidR="009C2501" w:rsidRPr="00C97902" w:rsidRDefault="009C2501" w:rsidP="0024539D">
      <w:pPr>
        <w:pStyle w:val="Overskrift2"/>
      </w:pPr>
      <w:r w:rsidRPr="00C97902">
        <w:t>Contribution to the UN Sustainable Development Goals</w:t>
      </w:r>
    </w:p>
    <w:p w14:paraId="2EF6C1D4" w14:textId="7D8ADBD4" w:rsidR="0074030F" w:rsidRPr="00C97902" w:rsidRDefault="009C2501" w:rsidP="0074030F">
      <w:pPr>
        <w:pStyle w:val="Overskrift2"/>
      </w:pPr>
      <w:r w:rsidRPr="00C97902">
        <w:t>Plans for realisation of value creation for partner companies</w:t>
      </w:r>
    </w:p>
    <w:p w14:paraId="1B9C0AE3" w14:textId="232111DD" w:rsidR="001341B8" w:rsidRPr="000B6434" w:rsidRDefault="001341B8" w:rsidP="001341B8">
      <w:r w:rsidRPr="000B6434">
        <w:t xml:space="preserve">Table 1: Risk management for the </w:t>
      </w:r>
      <w:r w:rsidR="00042560" w:rsidRPr="000B6434">
        <w:t>realization</w:t>
      </w:r>
      <w:r w:rsidRPr="000B6434">
        <w:t xml:space="preserve"> of the innovation (add or delete rows as necessary) </w:t>
      </w:r>
    </w:p>
    <w:tbl>
      <w:tblPr>
        <w:tblStyle w:val="Tabellrutenett"/>
        <w:tblW w:w="0" w:type="auto"/>
        <w:tblLook w:val="04A0" w:firstRow="1" w:lastRow="0" w:firstColumn="1" w:lastColumn="0" w:noHBand="0" w:noVBand="1"/>
      </w:tblPr>
      <w:tblGrid>
        <w:gridCol w:w="3020"/>
        <w:gridCol w:w="1795"/>
        <w:gridCol w:w="4245"/>
      </w:tblGrid>
      <w:tr w:rsidR="001341B8" w:rsidRPr="00C97902" w14:paraId="1CEFA0E8" w14:textId="77777777" w:rsidTr="00973933">
        <w:tc>
          <w:tcPr>
            <w:tcW w:w="3020" w:type="dxa"/>
          </w:tcPr>
          <w:p w14:paraId="4C5A6A0D" w14:textId="5D49B16D" w:rsidR="001341B8" w:rsidRPr="00C97902" w:rsidRDefault="001341B8" w:rsidP="00973933">
            <w:pPr>
              <w:spacing w:line="276" w:lineRule="auto"/>
              <w:rPr>
                <w:sz w:val="18"/>
                <w:szCs w:val="18"/>
              </w:rPr>
            </w:pPr>
            <w:r w:rsidRPr="00C97902">
              <w:rPr>
                <w:sz w:val="18"/>
                <w:szCs w:val="18"/>
              </w:rPr>
              <w:t xml:space="preserve">Description of risk </w:t>
            </w:r>
          </w:p>
        </w:tc>
        <w:tc>
          <w:tcPr>
            <w:tcW w:w="1795" w:type="dxa"/>
          </w:tcPr>
          <w:p w14:paraId="43A3486B" w14:textId="4AE1C8AB" w:rsidR="001341B8" w:rsidRPr="00C97902" w:rsidRDefault="001341B8" w:rsidP="00973933">
            <w:pPr>
              <w:spacing w:line="276" w:lineRule="auto"/>
              <w:rPr>
                <w:sz w:val="18"/>
                <w:szCs w:val="18"/>
              </w:rPr>
            </w:pPr>
            <w:r w:rsidRPr="00C97902">
              <w:rPr>
                <w:sz w:val="18"/>
                <w:szCs w:val="18"/>
              </w:rPr>
              <w:t>Probability</w:t>
            </w:r>
          </w:p>
        </w:tc>
        <w:tc>
          <w:tcPr>
            <w:tcW w:w="4245" w:type="dxa"/>
          </w:tcPr>
          <w:p w14:paraId="6A1E0696" w14:textId="0E124764" w:rsidR="001341B8" w:rsidRPr="00C97902" w:rsidRDefault="001341B8" w:rsidP="00973933">
            <w:pPr>
              <w:spacing w:line="276" w:lineRule="auto"/>
              <w:rPr>
                <w:sz w:val="18"/>
                <w:szCs w:val="18"/>
              </w:rPr>
            </w:pPr>
            <w:r w:rsidRPr="00C97902">
              <w:rPr>
                <w:sz w:val="18"/>
                <w:szCs w:val="18"/>
              </w:rPr>
              <w:t>Management of risk</w:t>
            </w:r>
          </w:p>
        </w:tc>
      </w:tr>
      <w:tr w:rsidR="001341B8" w:rsidRPr="00C97902" w14:paraId="1AC527A5" w14:textId="77777777" w:rsidTr="00973933">
        <w:tc>
          <w:tcPr>
            <w:tcW w:w="3020" w:type="dxa"/>
          </w:tcPr>
          <w:p w14:paraId="2FFC93C9" w14:textId="77777777" w:rsidR="001341B8" w:rsidRPr="00C97902" w:rsidRDefault="001341B8" w:rsidP="00973933">
            <w:pPr>
              <w:spacing w:line="276" w:lineRule="auto"/>
              <w:rPr>
                <w:sz w:val="18"/>
                <w:szCs w:val="18"/>
              </w:rPr>
            </w:pPr>
          </w:p>
        </w:tc>
        <w:tc>
          <w:tcPr>
            <w:tcW w:w="1795" w:type="dxa"/>
          </w:tcPr>
          <w:p w14:paraId="07BE6602" w14:textId="77777777" w:rsidR="001341B8" w:rsidRPr="00C97902" w:rsidRDefault="001341B8" w:rsidP="00973933">
            <w:pPr>
              <w:spacing w:line="276" w:lineRule="auto"/>
              <w:rPr>
                <w:sz w:val="18"/>
                <w:szCs w:val="18"/>
              </w:rPr>
            </w:pPr>
          </w:p>
        </w:tc>
        <w:tc>
          <w:tcPr>
            <w:tcW w:w="4245" w:type="dxa"/>
          </w:tcPr>
          <w:p w14:paraId="2E5C01FE" w14:textId="77777777" w:rsidR="001341B8" w:rsidRPr="00C97902" w:rsidRDefault="001341B8" w:rsidP="00973933">
            <w:pPr>
              <w:spacing w:line="276" w:lineRule="auto"/>
              <w:rPr>
                <w:sz w:val="18"/>
                <w:szCs w:val="18"/>
              </w:rPr>
            </w:pPr>
          </w:p>
        </w:tc>
      </w:tr>
      <w:tr w:rsidR="001341B8" w:rsidRPr="00C97902" w14:paraId="253EB166" w14:textId="77777777" w:rsidTr="00973933">
        <w:tc>
          <w:tcPr>
            <w:tcW w:w="3020" w:type="dxa"/>
          </w:tcPr>
          <w:p w14:paraId="188EAB87" w14:textId="77777777" w:rsidR="001341B8" w:rsidRPr="00C97902" w:rsidRDefault="001341B8" w:rsidP="00973933">
            <w:pPr>
              <w:spacing w:line="276" w:lineRule="auto"/>
              <w:rPr>
                <w:sz w:val="18"/>
                <w:szCs w:val="18"/>
              </w:rPr>
            </w:pPr>
          </w:p>
        </w:tc>
        <w:tc>
          <w:tcPr>
            <w:tcW w:w="1795" w:type="dxa"/>
          </w:tcPr>
          <w:p w14:paraId="34571191" w14:textId="77777777" w:rsidR="001341B8" w:rsidRPr="00C97902" w:rsidRDefault="001341B8" w:rsidP="00973933">
            <w:pPr>
              <w:spacing w:line="276" w:lineRule="auto"/>
              <w:rPr>
                <w:sz w:val="18"/>
                <w:szCs w:val="18"/>
              </w:rPr>
            </w:pPr>
          </w:p>
        </w:tc>
        <w:tc>
          <w:tcPr>
            <w:tcW w:w="4245" w:type="dxa"/>
          </w:tcPr>
          <w:p w14:paraId="0B49B202" w14:textId="77777777" w:rsidR="001341B8" w:rsidRPr="00C97902" w:rsidRDefault="001341B8" w:rsidP="00973933">
            <w:pPr>
              <w:spacing w:line="276" w:lineRule="auto"/>
              <w:rPr>
                <w:sz w:val="18"/>
                <w:szCs w:val="18"/>
              </w:rPr>
            </w:pPr>
          </w:p>
        </w:tc>
      </w:tr>
      <w:tr w:rsidR="001341B8" w:rsidRPr="00C97902" w14:paraId="7BCBD271" w14:textId="77777777" w:rsidTr="00973933">
        <w:tc>
          <w:tcPr>
            <w:tcW w:w="3020" w:type="dxa"/>
          </w:tcPr>
          <w:p w14:paraId="71285225" w14:textId="77777777" w:rsidR="001341B8" w:rsidRPr="00C97902" w:rsidRDefault="001341B8" w:rsidP="00973933">
            <w:pPr>
              <w:spacing w:line="276" w:lineRule="auto"/>
              <w:rPr>
                <w:sz w:val="18"/>
                <w:szCs w:val="18"/>
              </w:rPr>
            </w:pPr>
          </w:p>
        </w:tc>
        <w:tc>
          <w:tcPr>
            <w:tcW w:w="1795" w:type="dxa"/>
          </w:tcPr>
          <w:p w14:paraId="32E44935" w14:textId="77777777" w:rsidR="001341B8" w:rsidRPr="00C97902" w:rsidRDefault="001341B8" w:rsidP="00973933">
            <w:pPr>
              <w:spacing w:line="276" w:lineRule="auto"/>
              <w:rPr>
                <w:sz w:val="18"/>
                <w:szCs w:val="18"/>
              </w:rPr>
            </w:pPr>
          </w:p>
        </w:tc>
        <w:tc>
          <w:tcPr>
            <w:tcW w:w="4245" w:type="dxa"/>
          </w:tcPr>
          <w:p w14:paraId="7AD94227" w14:textId="77777777" w:rsidR="001341B8" w:rsidRPr="00C97902" w:rsidRDefault="001341B8" w:rsidP="00973933">
            <w:pPr>
              <w:spacing w:line="276" w:lineRule="auto"/>
              <w:rPr>
                <w:sz w:val="18"/>
                <w:szCs w:val="18"/>
              </w:rPr>
            </w:pPr>
          </w:p>
        </w:tc>
      </w:tr>
    </w:tbl>
    <w:p w14:paraId="3BEEDEB5" w14:textId="7EF64FC5" w:rsidR="009C2501" w:rsidRPr="00C97902" w:rsidRDefault="009C2501" w:rsidP="00832A6E">
      <w:pPr>
        <w:pStyle w:val="Overskrift1"/>
      </w:pPr>
      <w:r w:rsidRPr="00C97902">
        <w:t>Implementation</w:t>
      </w:r>
    </w:p>
    <w:p w14:paraId="56AE4B25" w14:textId="77777777" w:rsidR="009C2501" w:rsidRPr="00C97902" w:rsidRDefault="009C2501" w:rsidP="003B4AC2">
      <w:pPr>
        <w:pStyle w:val="Overskrift2"/>
      </w:pPr>
      <w:r w:rsidRPr="00C97902">
        <w:t>Project plan for research and development work</w:t>
      </w:r>
    </w:p>
    <w:p w14:paraId="384F6DEF" w14:textId="77777777" w:rsidR="005D2C74" w:rsidRPr="00C97902" w:rsidRDefault="005D2C74" w:rsidP="005156EC">
      <w:pPr>
        <w:pStyle w:val="Listeavsnitt"/>
        <w:numPr>
          <w:ilvl w:val="0"/>
          <w:numId w:val="1"/>
        </w:numPr>
        <w:rPr>
          <w:i/>
        </w:rPr>
      </w:pPr>
      <w:r w:rsidRPr="00C97902">
        <w:rPr>
          <w:i/>
          <w:iCs/>
        </w:rPr>
        <w:t>Main activities/work packages in the project</w:t>
      </w:r>
    </w:p>
    <w:p w14:paraId="446DD17A" w14:textId="77777777" w:rsidR="005D2C74" w:rsidRPr="00C97902" w:rsidRDefault="005D2C74" w:rsidP="005D2C74">
      <w:pPr>
        <w:rPr>
          <w:color w:val="FF0000"/>
        </w:rPr>
      </w:pPr>
    </w:p>
    <w:p w14:paraId="4409FEC0" w14:textId="77777777" w:rsidR="005D2C74" w:rsidRPr="00C97902" w:rsidRDefault="005D2C74" w:rsidP="005156EC">
      <w:pPr>
        <w:pStyle w:val="Listeavsnitt"/>
        <w:numPr>
          <w:ilvl w:val="0"/>
          <w:numId w:val="1"/>
        </w:numPr>
        <w:rPr>
          <w:i/>
          <w:iCs/>
        </w:rPr>
      </w:pPr>
      <w:r w:rsidRPr="00C97902">
        <w:rPr>
          <w:i/>
          <w:iCs/>
        </w:rPr>
        <w:t>Milestones for the R&amp;D activity</w:t>
      </w:r>
    </w:p>
    <w:p w14:paraId="75462302" w14:textId="77777777" w:rsidR="005D2C74" w:rsidRPr="00C97902" w:rsidRDefault="005D2C74" w:rsidP="005D2C74"/>
    <w:p w14:paraId="1EB9F2FF" w14:textId="77777777" w:rsidR="005D2C74" w:rsidRPr="00C97902" w:rsidRDefault="005D2C74" w:rsidP="005156EC">
      <w:pPr>
        <w:pStyle w:val="Listeavsnitt"/>
        <w:numPr>
          <w:ilvl w:val="0"/>
          <w:numId w:val="1"/>
        </w:numPr>
        <w:rPr>
          <w:i/>
        </w:rPr>
      </w:pPr>
      <w:r w:rsidRPr="00C97902">
        <w:rPr>
          <w:i/>
        </w:rPr>
        <w:t>Risk management for the R&amp;D project</w:t>
      </w:r>
    </w:p>
    <w:p w14:paraId="0533BD53" w14:textId="77777777" w:rsidR="005D2C74" w:rsidRPr="00C97902" w:rsidRDefault="005D2C74" w:rsidP="005D2C74"/>
    <w:p w14:paraId="2CF2DB51" w14:textId="42F435D9" w:rsidR="005D2C74" w:rsidRPr="00C97902" w:rsidRDefault="005D2C74" w:rsidP="005D2C74">
      <w:r w:rsidRPr="00C97902">
        <w:t xml:space="preserve">Table </w:t>
      </w:r>
      <w:r w:rsidR="001341B8" w:rsidRPr="00C97902">
        <w:t>2</w:t>
      </w:r>
      <w:r w:rsidRPr="00C97902">
        <w:t>: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5D2C74" w:rsidRPr="00C97902" w14:paraId="12A9E956" w14:textId="77777777" w:rsidTr="00CC5867">
        <w:tc>
          <w:tcPr>
            <w:tcW w:w="3020" w:type="dxa"/>
          </w:tcPr>
          <w:p w14:paraId="7BD474CF" w14:textId="77777777" w:rsidR="005D2C74" w:rsidRPr="00C97902" w:rsidRDefault="005D2C74" w:rsidP="00CC5867">
            <w:pPr>
              <w:spacing w:line="276" w:lineRule="auto"/>
              <w:rPr>
                <w:sz w:val="18"/>
                <w:szCs w:val="18"/>
              </w:rPr>
            </w:pPr>
            <w:r w:rsidRPr="00C97902">
              <w:rPr>
                <w:sz w:val="18"/>
                <w:szCs w:val="18"/>
              </w:rPr>
              <w:t xml:space="preserve">Description of risk </w:t>
            </w:r>
          </w:p>
        </w:tc>
        <w:tc>
          <w:tcPr>
            <w:tcW w:w="1795" w:type="dxa"/>
          </w:tcPr>
          <w:p w14:paraId="209226DB" w14:textId="77777777" w:rsidR="005D2C74" w:rsidRPr="00C97902" w:rsidRDefault="005D2C74" w:rsidP="00CC5867">
            <w:pPr>
              <w:spacing w:line="276" w:lineRule="auto"/>
              <w:rPr>
                <w:sz w:val="18"/>
                <w:szCs w:val="18"/>
              </w:rPr>
            </w:pPr>
            <w:r w:rsidRPr="00C97902">
              <w:rPr>
                <w:sz w:val="18"/>
                <w:szCs w:val="18"/>
              </w:rPr>
              <w:t xml:space="preserve">Probability </w:t>
            </w:r>
          </w:p>
        </w:tc>
        <w:tc>
          <w:tcPr>
            <w:tcW w:w="4245" w:type="dxa"/>
          </w:tcPr>
          <w:p w14:paraId="21E96A90" w14:textId="77777777" w:rsidR="005D2C74" w:rsidRPr="00C97902" w:rsidRDefault="005D2C74" w:rsidP="00CC5867">
            <w:pPr>
              <w:spacing w:line="276" w:lineRule="auto"/>
              <w:rPr>
                <w:sz w:val="18"/>
                <w:szCs w:val="18"/>
              </w:rPr>
            </w:pPr>
            <w:r w:rsidRPr="00C97902">
              <w:rPr>
                <w:sz w:val="18"/>
                <w:szCs w:val="18"/>
              </w:rPr>
              <w:t xml:space="preserve">Management of risk </w:t>
            </w:r>
          </w:p>
        </w:tc>
      </w:tr>
      <w:tr w:rsidR="005D2C74" w:rsidRPr="00C97902" w14:paraId="21E480F6" w14:textId="77777777" w:rsidTr="00CC5867">
        <w:tc>
          <w:tcPr>
            <w:tcW w:w="3020" w:type="dxa"/>
          </w:tcPr>
          <w:p w14:paraId="1B69459C" w14:textId="77777777" w:rsidR="005D2C74" w:rsidRPr="00C97902" w:rsidRDefault="005D2C74" w:rsidP="00CC5867">
            <w:pPr>
              <w:spacing w:line="276" w:lineRule="auto"/>
              <w:rPr>
                <w:sz w:val="18"/>
                <w:szCs w:val="18"/>
              </w:rPr>
            </w:pPr>
          </w:p>
        </w:tc>
        <w:tc>
          <w:tcPr>
            <w:tcW w:w="1795" w:type="dxa"/>
          </w:tcPr>
          <w:p w14:paraId="30A04272" w14:textId="77777777" w:rsidR="005D2C74" w:rsidRPr="00C97902" w:rsidRDefault="005D2C74" w:rsidP="00CC5867">
            <w:pPr>
              <w:spacing w:line="276" w:lineRule="auto"/>
              <w:rPr>
                <w:sz w:val="18"/>
                <w:szCs w:val="18"/>
              </w:rPr>
            </w:pPr>
          </w:p>
        </w:tc>
        <w:tc>
          <w:tcPr>
            <w:tcW w:w="4245" w:type="dxa"/>
          </w:tcPr>
          <w:p w14:paraId="0F21E1EA" w14:textId="77777777" w:rsidR="005D2C74" w:rsidRPr="00C97902" w:rsidRDefault="005D2C74" w:rsidP="00CC5867">
            <w:pPr>
              <w:spacing w:line="276" w:lineRule="auto"/>
              <w:rPr>
                <w:sz w:val="18"/>
                <w:szCs w:val="18"/>
              </w:rPr>
            </w:pPr>
          </w:p>
        </w:tc>
      </w:tr>
      <w:tr w:rsidR="005D2C74" w:rsidRPr="00C97902" w14:paraId="1B15055A" w14:textId="77777777" w:rsidTr="00CC5867">
        <w:tc>
          <w:tcPr>
            <w:tcW w:w="3020" w:type="dxa"/>
          </w:tcPr>
          <w:p w14:paraId="5634249F" w14:textId="77777777" w:rsidR="005D2C74" w:rsidRPr="00C97902" w:rsidRDefault="005D2C74" w:rsidP="00CC5867">
            <w:pPr>
              <w:spacing w:line="276" w:lineRule="auto"/>
              <w:rPr>
                <w:sz w:val="18"/>
                <w:szCs w:val="18"/>
              </w:rPr>
            </w:pPr>
          </w:p>
        </w:tc>
        <w:tc>
          <w:tcPr>
            <w:tcW w:w="1795" w:type="dxa"/>
          </w:tcPr>
          <w:p w14:paraId="296DDE00" w14:textId="77777777" w:rsidR="005D2C74" w:rsidRPr="00C97902" w:rsidRDefault="005D2C74" w:rsidP="00CC5867">
            <w:pPr>
              <w:spacing w:line="276" w:lineRule="auto"/>
              <w:rPr>
                <w:sz w:val="18"/>
                <w:szCs w:val="18"/>
              </w:rPr>
            </w:pPr>
          </w:p>
        </w:tc>
        <w:tc>
          <w:tcPr>
            <w:tcW w:w="4245" w:type="dxa"/>
          </w:tcPr>
          <w:p w14:paraId="76EA719A" w14:textId="77777777" w:rsidR="005D2C74" w:rsidRPr="00C97902" w:rsidRDefault="005D2C74" w:rsidP="00CC5867">
            <w:pPr>
              <w:spacing w:line="276" w:lineRule="auto"/>
              <w:rPr>
                <w:sz w:val="18"/>
                <w:szCs w:val="18"/>
              </w:rPr>
            </w:pPr>
          </w:p>
        </w:tc>
      </w:tr>
      <w:tr w:rsidR="005D2C74" w:rsidRPr="00C97902" w14:paraId="69928AD2" w14:textId="77777777" w:rsidTr="00CC5867">
        <w:tc>
          <w:tcPr>
            <w:tcW w:w="3020" w:type="dxa"/>
          </w:tcPr>
          <w:p w14:paraId="107B1076" w14:textId="77777777" w:rsidR="005D2C74" w:rsidRPr="00C97902" w:rsidRDefault="005D2C74" w:rsidP="00CC5867">
            <w:pPr>
              <w:spacing w:line="276" w:lineRule="auto"/>
              <w:rPr>
                <w:sz w:val="18"/>
                <w:szCs w:val="18"/>
              </w:rPr>
            </w:pPr>
          </w:p>
        </w:tc>
        <w:tc>
          <w:tcPr>
            <w:tcW w:w="1795" w:type="dxa"/>
          </w:tcPr>
          <w:p w14:paraId="5C332C46" w14:textId="77777777" w:rsidR="005D2C74" w:rsidRPr="00C97902" w:rsidRDefault="005D2C74" w:rsidP="00CC5867">
            <w:pPr>
              <w:spacing w:line="276" w:lineRule="auto"/>
              <w:rPr>
                <w:sz w:val="18"/>
                <w:szCs w:val="18"/>
              </w:rPr>
            </w:pPr>
          </w:p>
        </w:tc>
        <w:tc>
          <w:tcPr>
            <w:tcW w:w="4245" w:type="dxa"/>
          </w:tcPr>
          <w:p w14:paraId="3236561E" w14:textId="77777777" w:rsidR="005D2C74" w:rsidRPr="00C97902" w:rsidRDefault="005D2C74" w:rsidP="00CC5867">
            <w:pPr>
              <w:spacing w:line="276" w:lineRule="auto"/>
              <w:rPr>
                <w:sz w:val="18"/>
                <w:szCs w:val="18"/>
              </w:rPr>
            </w:pPr>
          </w:p>
        </w:tc>
      </w:tr>
    </w:tbl>
    <w:p w14:paraId="2B6D4F6F" w14:textId="77777777" w:rsidR="005D2C74" w:rsidRPr="00C97902" w:rsidRDefault="005D2C74" w:rsidP="005D2C74">
      <w:pPr>
        <w:pStyle w:val="Overskrift2"/>
      </w:pPr>
      <w:r w:rsidRPr="00C97902">
        <w:t>Project partners that perform and/or finance R&amp;D activities</w:t>
      </w:r>
    </w:p>
    <w:p w14:paraId="257A379D" w14:textId="77777777" w:rsidR="005D2C74" w:rsidRPr="00C97902" w:rsidRDefault="005D2C74" w:rsidP="005156EC">
      <w:pPr>
        <w:pStyle w:val="Listeavsnitt"/>
        <w:numPr>
          <w:ilvl w:val="0"/>
          <w:numId w:val="7"/>
        </w:numPr>
        <w:rPr>
          <w:i/>
        </w:rPr>
      </w:pPr>
      <w:r w:rsidRPr="00C97902">
        <w:rPr>
          <w:i/>
        </w:rPr>
        <w:t>Partners (B1, B2, etc.)</w:t>
      </w:r>
    </w:p>
    <w:p w14:paraId="0B52B34A" w14:textId="77777777" w:rsidR="005D2C74" w:rsidRPr="00C97902" w:rsidRDefault="005D2C74" w:rsidP="005D2C74">
      <w:pPr>
        <w:rPr>
          <w:lang w:eastAsia="nb-NO"/>
        </w:rPr>
      </w:pPr>
    </w:p>
    <w:p w14:paraId="7EB4C1D8" w14:textId="77777777" w:rsidR="005D2C74" w:rsidRPr="00C97902" w:rsidRDefault="005D2C74" w:rsidP="005156EC">
      <w:pPr>
        <w:pStyle w:val="Listeavsnitt"/>
        <w:numPr>
          <w:ilvl w:val="0"/>
          <w:numId w:val="7"/>
        </w:numPr>
        <w:rPr>
          <w:i/>
        </w:rPr>
      </w:pPr>
      <w:r w:rsidRPr="00C97902">
        <w:rPr>
          <w:i/>
        </w:rPr>
        <w:t xml:space="preserve">R&amp;D providers (F1, F2, </w:t>
      </w:r>
      <w:r w:rsidRPr="00C97902">
        <w:rPr>
          <w:i/>
          <w:iCs/>
        </w:rPr>
        <w:t>etc.)</w:t>
      </w:r>
    </w:p>
    <w:p w14:paraId="25123AD1" w14:textId="77777777" w:rsidR="005D2C74" w:rsidRPr="00C97902" w:rsidRDefault="005D2C74" w:rsidP="005D2C74">
      <w:pPr>
        <w:rPr>
          <w:lang w:eastAsia="nb-NO"/>
        </w:rPr>
      </w:pPr>
    </w:p>
    <w:p w14:paraId="4767385F" w14:textId="77777777" w:rsidR="005D2C74" w:rsidRPr="00C97902" w:rsidRDefault="005D2C74" w:rsidP="005156EC">
      <w:pPr>
        <w:pStyle w:val="Listeavsnitt"/>
        <w:numPr>
          <w:ilvl w:val="0"/>
          <w:numId w:val="7"/>
        </w:numPr>
        <w:rPr>
          <w:i/>
        </w:rPr>
      </w:pPr>
      <w:r w:rsidRPr="00C97902">
        <w:rPr>
          <w:i/>
        </w:rPr>
        <w:lastRenderedPageBreak/>
        <w:t xml:space="preserve">Other project partners (O1, O2, </w:t>
      </w:r>
      <w:r w:rsidRPr="00C97902">
        <w:rPr>
          <w:i/>
          <w:iCs/>
        </w:rPr>
        <w:t>etc.)</w:t>
      </w:r>
    </w:p>
    <w:p w14:paraId="03EBF7A4" w14:textId="77777777" w:rsidR="005D2C74" w:rsidRPr="00C97902" w:rsidRDefault="005D2C74" w:rsidP="005D2C74">
      <w:pPr>
        <w:pStyle w:val="Listeavsnitt"/>
        <w:ind w:left="1068"/>
        <w:rPr>
          <w:iCs/>
        </w:rPr>
      </w:pPr>
    </w:p>
    <w:p w14:paraId="0E8801D5" w14:textId="5BE186D7" w:rsidR="005D2C74" w:rsidRPr="00C97902" w:rsidRDefault="005D2C74" w:rsidP="005D2C74">
      <w:pPr>
        <w:rPr>
          <w:iCs/>
        </w:rPr>
      </w:pPr>
      <w:r w:rsidRPr="00C97902">
        <w:t xml:space="preserve">Table </w:t>
      </w:r>
      <w:r w:rsidR="008219EE" w:rsidRPr="00C97902">
        <w:t>3</w:t>
      </w:r>
      <w:r w:rsidRPr="00C97902">
        <w:t>: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rsidRPr="00C97902"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Pr="00C97902" w:rsidRDefault="005D2C74" w:rsidP="00CC5867">
            <w:pPr>
              <w:rPr>
                <w:b/>
                <w:i/>
                <w:sz w:val="18"/>
                <w:szCs w:val="18"/>
              </w:rPr>
            </w:pPr>
            <w:r w:rsidRPr="00C97902">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C97902" w:rsidRDefault="005D2C74" w:rsidP="00CC5867">
            <w:pPr>
              <w:rPr>
                <w:b/>
                <w:i/>
                <w:sz w:val="18"/>
                <w:szCs w:val="18"/>
              </w:rPr>
            </w:pPr>
            <w:r w:rsidRPr="00C97902">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C97902" w:rsidRDefault="005D2C74" w:rsidP="00CC5867">
            <w:pPr>
              <w:rPr>
                <w:b/>
                <w:i/>
                <w:sz w:val="18"/>
                <w:szCs w:val="18"/>
              </w:rPr>
            </w:pPr>
            <w:r w:rsidRPr="00C97902">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3B0F1805" w14:textId="6A3CE1DC" w:rsidR="005D2C74" w:rsidRPr="00C97902" w:rsidRDefault="005D2C74" w:rsidP="00CC5867">
            <w:pPr>
              <w:rPr>
                <w:b/>
                <w:i/>
                <w:sz w:val="18"/>
                <w:szCs w:val="18"/>
              </w:rPr>
            </w:pPr>
            <w:r w:rsidRPr="00C97902">
              <w:rPr>
                <w:b/>
                <w:i/>
                <w:sz w:val="18"/>
                <w:szCs w:val="18"/>
              </w:rPr>
              <w:t>Also participating in the main activity:</w:t>
            </w:r>
          </w:p>
        </w:tc>
      </w:tr>
      <w:tr w:rsidR="005D2C74" w:rsidRPr="00C97902"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Pr="00C97902" w:rsidRDefault="005D2C74" w:rsidP="00CC5867">
            <w:pPr>
              <w:rPr>
                <w:sz w:val="18"/>
                <w:szCs w:val="18"/>
              </w:rPr>
            </w:pPr>
            <w:r w:rsidRPr="00C97902">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C97902" w:rsidRDefault="005D2C74" w:rsidP="00CC5867">
            <w:pPr>
              <w:rPr>
                <w:sz w:val="18"/>
                <w:szCs w:val="18"/>
              </w:rPr>
            </w:pPr>
            <w:r w:rsidRPr="00C97902">
              <w:rPr>
                <w:sz w:val="18"/>
                <w:szCs w:val="18"/>
              </w:rPr>
              <w:t xml:space="preserve">(e.g. H1, H2) </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C97902" w:rsidRDefault="005D2C74" w:rsidP="00CC5867">
            <w:pPr>
              <w:rPr>
                <w:sz w:val="18"/>
                <w:szCs w:val="18"/>
              </w:rPr>
            </w:pPr>
            <w:r w:rsidRPr="00C97902">
              <w:rPr>
                <w:sz w:val="18"/>
                <w:szCs w:val="18"/>
              </w:rPr>
              <w:t>(e.g. H3, H4)</w:t>
            </w:r>
          </w:p>
        </w:tc>
      </w:tr>
      <w:tr w:rsidR="005D2C74" w:rsidRPr="00C97902"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Pr="00C97902" w:rsidRDefault="005D2C74" w:rsidP="00CC5867">
            <w:pPr>
              <w:rPr>
                <w:sz w:val="18"/>
                <w:szCs w:val="18"/>
              </w:rPr>
            </w:pPr>
            <w:r w:rsidRPr="00C97902">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C97902" w:rsidRDefault="005D2C74" w:rsidP="00CC5867">
            <w:pPr>
              <w:rPr>
                <w:sz w:val="18"/>
                <w:szCs w:val="18"/>
              </w:rPr>
            </w:pPr>
          </w:p>
        </w:tc>
      </w:tr>
      <w:tr w:rsidR="005D2C74" w:rsidRPr="00C97902"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Pr="00C97902" w:rsidRDefault="005D2C74" w:rsidP="00CC5867">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C97902" w:rsidRDefault="005D2C74" w:rsidP="00CC5867">
            <w:pPr>
              <w:rPr>
                <w:sz w:val="18"/>
                <w:szCs w:val="18"/>
              </w:rPr>
            </w:pPr>
          </w:p>
        </w:tc>
      </w:tr>
      <w:tr w:rsidR="005D2C74" w:rsidRPr="00C97902"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Pr="00C97902" w:rsidRDefault="005D2C74" w:rsidP="00CC5867">
            <w:pPr>
              <w:rPr>
                <w:sz w:val="18"/>
                <w:szCs w:val="18"/>
              </w:rPr>
            </w:pPr>
            <w:r w:rsidRPr="00C97902">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C97902" w:rsidRDefault="005D2C74" w:rsidP="00CC5867">
            <w:pPr>
              <w:rPr>
                <w:sz w:val="18"/>
                <w:szCs w:val="18"/>
              </w:rPr>
            </w:pPr>
          </w:p>
        </w:tc>
      </w:tr>
      <w:tr w:rsidR="005D2C74" w:rsidRPr="00C97902"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Pr="00C97902" w:rsidRDefault="005D2C74" w:rsidP="00CC5867">
            <w:pPr>
              <w:rPr>
                <w:sz w:val="18"/>
                <w:szCs w:val="18"/>
              </w:rPr>
            </w:pPr>
            <w:r w:rsidRPr="00C97902">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C97902" w:rsidRDefault="005D2C74" w:rsidP="00CC5867">
            <w:pPr>
              <w:rPr>
                <w:sz w:val="18"/>
                <w:szCs w:val="18"/>
              </w:rPr>
            </w:pPr>
          </w:p>
        </w:tc>
      </w:tr>
      <w:tr w:rsidR="005D2C74" w:rsidRPr="00C97902"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Pr="00C97902" w:rsidRDefault="005D2C74" w:rsidP="00CC5867">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C97902" w:rsidRDefault="005D2C74" w:rsidP="00CC5867">
            <w:pPr>
              <w:rPr>
                <w:sz w:val="18"/>
                <w:szCs w:val="18"/>
              </w:rPr>
            </w:pPr>
          </w:p>
        </w:tc>
      </w:tr>
      <w:tr w:rsidR="005D2C74" w:rsidRPr="00C97902"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Pr="00C97902" w:rsidRDefault="005D2C74" w:rsidP="00CC5867">
            <w:pPr>
              <w:rPr>
                <w:sz w:val="18"/>
                <w:szCs w:val="18"/>
              </w:rPr>
            </w:pPr>
            <w:r w:rsidRPr="00C97902">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C97902" w:rsidRDefault="005D2C74" w:rsidP="00CC5867">
            <w:pPr>
              <w:rPr>
                <w:sz w:val="18"/>
                <w:szCs w:val="18"/>
              </w:rPr>
            </w:pPr>
          </w:p>
        </w:tc>
      </w:tr>
      <w:tr w:rsidR="005D2C74" w:rsidRPr="00C97902"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Pr="00C97902" w:rsidRDefault="005D2C74" w:rsidP="00CC5867">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C97902"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C97902"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C97902" w:rsidRDefault="005D2C74" w:rsidP="00CC5867">
            <w:pPr>
              <w:rPr>
                <w:sz w:val="18"/>
                <w:szCs w:val="18"/>
              </w:rPr>
            </w:pPr>
          </w:p>
        </w:tc>
      </w:tr>
    </w:tbl>
    <w:p w14:paraId="417C230F" w14:textId="77777777" w:rsidR="009C2501" w:rsidRPr="00C97902" w:rsidRDefault="009C2501" w:rsidP="0024539D">
      <w:pPr>
        <w:pStyle w:val="Overskrift2"/>
      </w:pPr>
      <w:r w:rsidRPr="00C97902">
        <w:t>Other collaboration</w:t>
      </w:r>
    </w:p>
    <w:p w14:paraId="67F96FA9" w14:textId="77777777" w:rsidR="005B273E" w:rsidRPr="00C97902" w:rsidRDefault="009C2501" w:rsidP="005B273E">
      <w:pPr>
        <w:pStyle w:val="Overskrift2"/>
      </w:pPr>
      <w:r w:rsidRPr="00C97902">
        <w:t>Organisation and management of the R&amp;D project</w:t>
      </w:r>
    </w:p>
    <w:p w14:paraId="3060853D" w14:textId="1DBD18F6" w:rsidR="0074030F" w:rsidRPr="00C97902" w:rsidRDefault="00BA0836" w:rsidP="0074030F">
      <w:pPr>
        <w:pStyle w:val="Overskrift2"/>
      </w:pPr>
      <w:r w:rsidRPr="00C97902">
        <w:t>Budget and funding</w:t>
      </w:r>
    </w:p>
    <w:p w14:paraId="4166E1B0" w14:textId="77777777" w:rsidR="009C2501" w:rsidRPr="00C97902" w:rsidRDefault="009C2501" w:rsidP="0074030F">
      <w:pPr>
        <w:pStyle w:val="Overskrift1"/>
      </w:pPr>
      <w:r w:rsidRPr="00C97902">
        <w:t>Other information</w:t>
      </w:r>
    </w:p>
    <w:p w14:paraId="63A69BED" w14:textId="391A2747" w:rsidR="001341B8" w:rsidRPr="00C97902" w:rsidRDefault="001341B8" w:rsidP="001341B8">
      <w:pPr>
        <w:pStyle w:val="Overskrift2"/>
      </w:pPr>
      <w:r w:rsidRPr="00C97902">
        <w:t>Relevance for Pilot-T</w:t>
      </w:r>
    </w:p>
    <w:p w14:paraId="22ECF548" w14:textId="77777777" w:rsidR="009C2501" w:rsidRPr="00C97902" w:rsidRDefault="009C2501" w:rsidP="0024539D">
      <w:pPr>
        <w:pStyle w:val="Overskrift2"/>
      </w:pPr>
      <w:r w:rsidRPr="00C97902">
        <w:t xml:space="preserve">Gender balance </w:t>
      </w:r>
    </w:p>
    <w:p w14:paraId="436F29A3" w14:textId="77777777" w:rsidR="009C2501" w:rsidRPr="00C97902" w:rsidRDefault="009C2501" w:rsidP="0024539D">
      <w:pPr>
        <w:pStyle w:val="Overskrift2"/>
      </w:pPr>
      <w:r w:rsidRPr="00C97902">
        <w:t>Literature</w:t>
      </w:r>
    </w:p>
    <w:p w14:paraId="729BFAB8" w14:textId="77777777" w:rsidR="0066101B" w:rsidRPr="00C97902" w:rsidRDefault="0066101B">
      <w:pPr>
        <w:spacing w:after="200" w:line="276" w:lineRule="auto"/>
        <w:rPr>
          <w:rFonts w:eastAsia="Times New Roman"/>
          <w:b/>
          <w:bCs/>
        </w:rPr>
        <w:sectPr w:rsidR="0066101B" w:rsidRPr="00C97902" w:rsidSect="00A27AAF">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5C79D496" w14:textId="3E6514CB" w:rsidR="009178C4" w:rsidRPr="00C97902" w:rsidRDefault="4AA938A0">
      <w:pPr>
        <w:spacing w:after="200" w:line="276" w:lineRule="auto"/>
        <w:rPr>
          <w:rFonts w:eastAsia="Times New Roman"/>
          <w:b/>
          <w:sz w:val="28"/>
          <w:szCs w:val="28"/>
        </w:rPr>
      </w:pPr>
      <w:r w:rsidRPr="00C97902">
        <w:rPr>
          <w:b/>
          <w:sz w:val="28"/>
          <w:szCs w:val="28"/>
        </w:rPr>
        <w:lastRenderedPageBreak/>
        <w:t xml:space="preserve">GUIDELINES – TEMPLATE FOR PROJECT DESCRIPTIONS FOR </w:t>
      </w:r>
      <w:r w:rsidR="008219EE" w:rsidRPr="00C97902">
        <w:rPr>
          <w:b/>
          <w:sz w:val="28"/>
          <w:szCs w:val="28"/>
        </w:rPr>
        <w:t>PILOT-T PROJECTS</w:t>
      </w:r>
    </w:p>
    <w:p w14:paraId="06ADB065" w14:textId="37998BBD" w:rsidR="75AAFC40" w:rsidRPr="00C97902" w:rsidRDefault="00FE2B30">
      <w:r w:rsidRPr="00C97902">
        <w:rPr>
          <w:b/>
          <w:bCs/>
        </w:rPr>
        <w:t>Introduction</w:t>
      </w:r>
    </w:p>
    <w:p w14:paraId="42FB8663" w14:textId="4051437D" w:rsidR="00E3007D" w:rsidRPr="00C97902" w:rsidRDefault="75AAFC40">
      <w:pPr>
        <w:rPr>
          <w:rFonts w:eastAsia="Times New Roman"/>
        </w:rPr>
      </w:pPr>
      <w:r w:rsidRPr="00C97902">
        <w:t>These guidelines explain how to describe the project for which funding is being sought. The first page of this document contains all the main and sub-items to be described (as stated in the call for proposals, applications that do not address all of the items will not be processed). Please keep the headings as they are, and do not change the order.</w:t>
      </w:r>
    </w:p>
    <w:p w14:paraId="53A43940" w14:textId="77777777" w:rsidR="00E3007D" w:rsidRPr="00C97902" w:rsidRDefault="00E3007D">
      <w:pPr>
        <w:rPr>
          <w:rFonts w:eastAsia="Times New Roman"/>
        </w:rPr>
      </w:pPr>
    </w:p>
    <w:p w14:paraId="6CDB2292" w14:textId="465F5DF4" w:rsidR="75AAFC40" w:rsidRPr="00C97902" w:rsidRDefault="00AA45AD">
      <w:pPr>
        <w:rPr>
          <w:rFonts w:eastAsia="Times New Roman"/>
        </w:rPr>
      </w:pPr>
      <w:r w:rsidRPr="00C97902">
        <w:t xml:space="preserve">The same headings appear on the next page, but with guidelines on how the items are to be completed. When you have completed the project description, you can delete this page and all pages after that. </w:t>
      </w:r>
    </w:p>
    <w:p w14:paraId="6FBDDD60" w14:textId="27A462CB" w:rsidR="75AAFC40" w:rsidRPr="00C97902" w:rsidRDefault="75AAFC40">
      <w:r w:rsidRPr="00C97902">
        <w:t xml:space="preserve"> </w:t>
      </w:r>
    </w:p>
    <w:p w14:paraId="2136A7B9" w14:textId="67839AA1" w:rsidR="75AAFC40" w:rsidRPr="00C97902" w:rsidRDefault="0010657E">
      <w:r w:rsidRPr="00C97902">
        <w:t>This project description is a mandatory attachment to the online grant application form, referred to in the following as ‘the grant application form’. Please note that the items in the online application form have their own guidelines and instructions.</w:t>
      </w:r>
    </w:p>
    <w:p w14:paraId="0B791CC6" w14:textId="7B4ED569" w:rsidR="75AAFC40" w:rsidRPr="00C97902" w:rsidRDefault="75AAFC40">
      <w:r w:rsidRPr="00C97902">
        <w:t xml:space="preserve"> </w:t>
      </w:r>
    </w:p>
    <w:p w14:paraId="299E1388" w14:textId="0896E97B" w:rsidR="75AAFC40" w:rsidRPr="00C97902" w:rsidRDefault="75AAFC40">
      <w:r w:rsidRPr="00C97902">
        <w:t>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project description and partner forms at the same time.</w:t>
      </w:r>
    </w:p>
    <w:p w14:paraId="15A751A9" w14:textId="09491C57" w:rsidR="75AAFC40" w:rsidRPr="00C97902" w:rsidRDefault="75AAFC40">
      <w:r w:rsidRPr="00C97902">
        <w:t xml:space="preserve"> </w:t>
      </w:r>
    </w:p>
    <w:p w14:paraId="71943F98" w14:textId="1A46C5E5" w:rsidR="75AAFC40" w:rsidRPr="00C97902" w:rsidRDefault="75AAFC40">
      <w:r w:rsidRPr="00C97902">
        <w:rPr>
          <w:b/>
          <w:bCs/>
        </w:rPr>
        <w:t xml:space="preserve">Formal requirements </w:t>
      </w:r>
      <w:r w:rsidRPr="00C97902">
        <w:cr/>
      </w:r>
      <w:r w:rsidRPr="00C97902">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here). It is permitted to use 9-point font for references and figure text. </w:t>
      </w:r>
    </w:p>
    <w:p w14:paraId="6B1646B4" w14:textId="1451FD2C" w:rsidR="75AAFC40" w:rsidRPr="00C97902" w:rsidRDefault="75AAFC40"/>
    <w:p w14:paraId="068C3E9D" w14:textId="549A593C" w:rsidR="75AAFC40" w:rsidRPr="00C97902" w:rsidRDefault="75AAFC40">
      <w:r w:rsidRPr="00C97902">
        <w:rPr>
          <w:b/>
          <w:bCs/>
        </w:rPr>
        <w:t>General instructions</w:t>
      </w:r>
    </w:p>
    <w:p w14:paraId="0DFD1C61" w14:textId="14B3EB88" w:rsidR="75AAFC40" w:rsidRPr="00C97902" w:rsidRDefault="00F450B3">
      <w:r w:rsidRPr="00C97902">
        <w:t xml:space="preserve">The project description follows the assessment criteria and comprises four parts: </w:t>
      </w:r>
      <w:r w:rsidRPr="00C97902">
        <w:br/>
      </w:r>
    </w:p>
    <w:p w14:paraId="79EEC82A" w14:textId="2BF9E4FF" w:rsidR="75AAFC40" w:rsidRPr="00C97902" w:rsidRDefault="75AAFC40">
      <w:r w:rsidRPr="00C97902">
        <w:rPr>
          <w:b/>
          <w:bCs/>
        </w:rPr>
        <w:t>Part 1: Research and innovation</w:t>
      </w:r>
    </w:p>
    <w:p w14:paraId="06D67F7E" w14:textId="0886298D" w:rsidR="75AAFC40" w:rsidRPr="00C97902" w:rsidRDefault="75AAFC40" w:rsidP="66A81858">
      <w:pPr>
        <w:rPr>
          <w:rFonts w:eastAsia="Times New Roman"/>
        </w:rPr>
      </w:pPr>
      <w:r w:rsidRPr="00C97902">
        <w:t>This is where you describe how the planned project represents an ambitious innovation that is supported by relevant and high-quality R&amp;D activities.</w:t>
      </w:r>
      <w:r w:rsidRPr="00C97902">
        <w:br/>
        <w:t xml:space="preserve"> </w:t>
      </w:r>
    </w:p>
    <w:p w14:paraId="09EC9928" w14:textId="45865F17" w:rsidR="75AAFC40" w:rsidRPr="00C97902" w:rsidRDefault="75AAFC40">
      <w:r w:rsidRPr="00C97902">
        <w:rPr>
          <w:b/>
          <w:bCs/>
        </w:rPr>
        <w:t>Part 2: Impact</w:t>
      </w:r>
    </w:p>
    <w:p w14:paraId="70DE2EFA" w14:textId="428007C9" w:rsidR="007E40D7" w:rsidRPr="00C97902" w:rsidRDefault="007E40D7" w:rsidP="007E40D7">
      <w:r w:rsidRPr="00C97902">
        <w:t xml:space="preserve">Expand here on what you have written in the grant application form under ‘Impact’. Describe how the project </w:t>
      </w:r>
      <w:r w:rsidR="0047444D" w:rsidRPr="00C97902">
        <w:t xml:space="preserve">contributes to knowledge development and value creation for the applicant, partners and other segments of society, and </w:t>
      </w:r>
      <w:r w:rsidR="0091113A" w:rsidRPr="00C97902">
        <w:t xml:space="preserve">contributes to </w:t>
      </w:r>
      <w:r w:rsidRPr="00C97902">
        <w:t>achieving the UN Sustainable Development Goals.</w:t>
      </w:r>
      <w:r w:rsidRPr="00C97902">
        <w:rPr>
          <w:b/>
          <w:bCs/>
        </w:rPr>
        <w:t xml:space="preserve"> </w:t>
      </w:r>
      <w:r w:rsidRPr="00C97902">
        <w:t xml:space="preserve">You must also describe how you envisage realising and implementing the results. </w:t>
      </w:r>
    </w:p>
    <w:p w14:paraId="2DB0FA1D" w14:textId="46750A0D" w:rsidR="75AAFC40" w:rsidRPr="00C97902" w:rsidRDefault="75AAFC40" w:rsidP="66A81858">
      <w:pPr>
        <w:rPr>
          <w:rFonts w:eastAsia="Times New Roman"/>
          <w:b/>
          <w:bCs/>
        </w:rPr>
      </w:pPr>
    </w:p>
    <w:p w14:paraId="118C8ABA" w14:textId="4DAC55EB" w:rsidR="75AAFC40" w:rsidRPr="00C97902" w:rsidRDefault="75AAFC40">
      <w:r w:rsidRPr="00C97902">
        <w:rPr>
          <w:b/>
          <w:bCs/>
        </w:rPr>
        <w:t>Part 3: Implementation</w:t>
      </w:r>
    </w:p>
    <w:p w14:paraId="178547FB" w14:textId="3993ED2F" w:rsidR="75AAFC40" w:rsidRPr="00C97902" w:rsidRDefault="75AAFC40" w:rsidP="66A81858">
      <w:pPr>
        <w:rPr>
          <w:rFonts w:eastAsia="Times New Roman"/>
        </w:rPr>
      </w:pPr>
      <w:r w:rsidRPr="00C97902">
        <w:t>Expand here on the information you provided in the grant application form to make it possible to assess the extent to which the project is feasible.</w:t>
      </w:r>
      <w:r w:rsidRPr="00C97902">
        <w:br/>
      </w:r>
    </w:p>
    <w:p w14:paraId="1F037F77" w14:textId="29497946" w:rsidR="75AAFC40" w:rsidRPr="00C97902" w:rsidRDefault="75AAFC40" w:rsidP="66A81858">
      <w:r w:rsidRPr="00C97902">
        <w:rPr>
          <w:b/>
          <w:bCs/>
        </w:rPr>
        <w:t>Part 4: Other information</w:t>
      </w:r>
      <w:r w:rsidRPr="00C97902">
        <w:br/>
        <w:t>This is where you provide additional information that may be of significance in our application review process.</w:t>
      </w:r>
      <w:r w:rsidRPr="00C97902">
        <w:br w:type="page"/>
      </w:r>
    </w:p>
    <w:p w14:paraId="1A61C7B1" w14:textId="3FE09BAB" w:rsidR="000E0836" w:rsidRPr="00C97902" w:rsidRDefault="00214269" w:rsidP="00A729BD">
      <w:pPr>
        <w:pStyle w:val="Overskrift1"/>
        <w:numPr>
          <w:ilvl w:val="0"/>
          <w:numId w:val="18"/>
        </w:numPr>
        <w:rPr>
          <w:rFonts w:asciiTheme="minorHAnsi" w:eastAsiaTheme="minorEastAsia" w:hAnsiTheme="minorHAnsi" w:cstheme="minorBidi"/>
          <w:bCs/>
          <w:szCs w:val="32"/>
        </w:rPr>
      </w:pPr>
      <w:bookmarkStart w:id="0" w:name="_Toc82767029"/>
      <w:r w:rsidRPr="00C97902">
        <w:lastRenderedPageBreak/>
        <w:t>Research and innovation</w:t>
      </w:r>
      <w:bookmarkEnd w:id="0"/>
      <w:r w:rsidRPr="00C97902">
        <w:t xml:space="preserve"> </w:t>
      </w:r>
    </w:p>
    <w:p w14:paraId="18EFFD3D" w14:textId="72D19697" w:rsidR="00193CD3" w:rsidRPr="00C97902" w:rsidRDefault="0011758D" w:rsidP="000378B6">
      <w:r w:rsidRPr="00C97902">
        <w:t>Describe here to what extent the project represents an ambitious innovation that is supported by relevant and high-quality R&amp;D activities.</w:t>
      </w:r>
    </w:p>
    <w:p w14:paraId="2D727A5F" w14:textId="5FE8DAFC" w:rsidR="000E0836" w:rsidRPr="00C97902" w:rsidRDefault="000E0836" w:rsidP="00DE4632">
      <w:pPr>
        <w:pStyle w:val="Overskrift2"/>
        <w:rPr>
          <w:rFonts w:asciiTheme="minorHAnsi" w:eastAsiaTheme="minorEastAsia" w:hAnsiTheme="minorHAnsi" w:cstheme="minorBidi"/>
          <w:bCs/>
        </w:rPr>
      </w:pPr>
      <w:bookmarkStart w:id="1" w:name="_Toc82767030"/>
      <w:r w:rsidRPr="00C97902">
        <w:t>The innovation</w:t>
      </w:r>
      <w:bookmarkEnd w:id="1"/>
    </w:p>
    <w:p w14:paraId="1BCD5E76" w14:textId="44B78AE7" w:rsidR="000E0836" w:rsidRPr="000B6434" w:rsidRDefault="000E0836" w:rsidP="005156EC">
      <w:pPr>
        <w:pStyle w:val="Listeavsnitt"/>
        <w:numPr>
          <w:ilvl w:val="0"/>
          <w:numId w:val="6"/>
        </w:numPr>
      </w:pPr>
      <w:r w:rsidRPr="000B6434">
        <w:t xml:space="preserve">Describe the innovation concept that forms the basis of the project. </w:t>
      </w:r>
      <w:r w:rsidR="0047444D" w:rsidRPr="000B6434">
        <w:t>What will you develop, and what will</w:t>
      </w:r>
      <w:r w:rsidR="0091113A" w:rsidRPr="000B6434">
        <w:t xml:space="preserve"> be</w:t>
      </w:r>
      <w:r w:rsidR="0047444D" w:rsidRPr="000B6434">
        <w:t xml:space="preserve"> the end result?</w:t>
      </w:r>
    </w:p>
    <w:p w14:paraId="30ADA770" w14:textId="77777777" w:rsidR="000E0836" w:rsidRPr="00C97902" w:rsidRDefault="000E0836" w:rsidP="00527184">
      <w:pPr>
        <w:ind w:firstLine="708"/>
      </w:pPr>
      <w:r w:rsidRPr="00C97902">
        <w:t>Clearly describe what kind of innovation(s) the project concerns:</w:t>
      </w:r>
    </w:p>
    <w:p w14:paraId="10FD53F9" w14:textId="77777777" w:rsidR="000E0836" w:rsidRPr="00C97902" w:rsidRDefault="000E0836" w:rsidP="005156EC">
      <w:pPr>
        <w:pStyle w:val="Listeavsnitt"/>
        <w:numPr>
          <w:ilvl w:val="0"/>
          <w:numId w:val="5"/>
        </w:numPr>
        <w:rPr>
          <w:i/>
          <w:iCs/>
        </w:rPr>
      </w:pPr>
      <w:r w:rsidRPr="00C97902">
        <w:t>new or changed products/services/systems;</w:t>
      </w:r>
    </w:p>
    <w:p w14:paraId="618B3A97" w14:textId="77777777" w:rsidR="000E0836" w:rsidRPr="00C97902" w:rsidRDefault="000E0836" w:rsidP="005156EC">
      <w:pPr>
        <w:pStyle w:val="Listeavsnitt"/>
        <w:numPr>
          <w:ilvl w:val="0"/>
          <w:numId w:val="5"/>
        </w:numPr>
        <w:rPr>
          <w:i/>
          <w:iCs/>
        </w:rPr>
      </w:pPr>
      <w:r w:rsidRPr="00C97902">
        <w:t xml:space="preserve">new or changed methods or processes; </w:t>
      </w:r>
    </w:p>
    <w:p w14:paraId="3553A978" w14:textId="3912DBF8" w:rsidR="000E0836" w:rsidRPr="00C97902" w:rsidRDefault="000E0836" w:rsidP="005156EC">
      <w:pPr>
        <w:pStyle w:val="Listeavsnitt"/>
        <w:numPr>
          <w:ilvl w:val="0"/>
          <w:numId w:val="5"/>
        </w:numPr>
        <w:rPr>
          <w:i/>
          <w:iCs/>
        </w:rPr>
      </w:pPr>
      <w:r w:rsidRPr="00C97902">
        <w:t>new or changed forms of management/organisation/working conditions/competence.</w:t>
      </w:r>
    </w:p>
    <w:p w14:paraId="238D8DD7" w14:textId="77777777" w:rsidR="00A11F4E" w:rsidRPr="00C97902" w:rsidRDefault="00A11F4E" w:rsidP="00A11F4E">
      <w:pPr>
        <w:pStyle w:val="Listeavsnitt"/>
        <w:rPr>
          <w:i/>
          <w:iCs/>
        </w:rPr>
      </w:pPr>
    </w:p>
    <w:p w14:paraId="22A43E0A" w14:textId="77777777" w:rsidR="00144925" w:rsidRPr="00C97902" w:rsidRDefault="00FF05B3" w:rsidP="005156EC">
      <w:pPr>
        <w:pStyle w:val="Listeavsnitt"/>
        <w:numPr>
          <w:ilvl w:val="0"/>
          <w:numId w:val="6"/>
        </w:numPr>
      </w:pPr>
      <w:r w:rsidRPr="00C97902">
        <w:t xml:space="preserve">Who has the need/challenge the innovation is to address and how have they been involved in defining and describing the need/challenge? How will the planned innovation contribute to resolving the challenge or meeting the need? </w:t>
      </w:r>
    </w:p>
    <w:p w14:paraId="0403824A" w14:textId="77777777" w:rsidR="005F6018" w:rsidRPr="00C97902" w:rsidRDefault="005F6018" w:rsidP="005F6018">
      <w:pPr>
        <w:pStyle w:val="Listeavsnitt"/>
      </w:pPr>
    </w:p>
    <w:p w14:paraId="659928AC" w14:textId="443CB276" w:rsidR="000E0836" w:rsidRPr="00C97902" w:rsidRDefault="00780A21" w:rsidP="005156EC">
      <w:pPr>
        <w:pStyle w:val="Listeavsnitt"/>
        <w:numPr>
          <w:ilvl w:val="0"/>
          <w:numId w:val="6"/>
        </w:numPr>
      </w:pPr>
      <w:r w:rsidRPr="00C97902">
        <w:t>Position the innovation in relation to solutions that already exist. How does it differ from existing solutions?</w:t>
      </w:r>
    </w:p>
    <w:p w14:paraId="3FBA44A6" w14:textId="77777777" w:rsidR="000E0836" w:rsidRPr="00C97902" w:rsidRDefault="000E0836" w:rsidP="000378B6"/>
    <w:p w14:paraId="52E6A0F0" w14:textId="2981B6E4" w:rsidR="000E0836" w:rsidRPr="00C97902" w:rsidRDefault="000E0836" w:rsidP="005156EC">
      <w:pPr>
        <w:pStyle w:val="Listeavsnitt"/>
        <w:numPr>
          <w:ilvl w:val="0"/>
          <w:numId w:val="6"/>
        </w:numPr>
      </w:pPr>
      <w:r w:rsidRPr="00C97902">
        <w:t xml:space="preserve">Describe and give grounds for how the innovation can create new market opportunities for the partners in a national and international context. </w:t>
      </w:r>
    </w:p>
    <w:p w14:paraId="74B9087A" w14:textId="77777777" w:rsidR="000E0836" w:rsidRPr="00C97902" w:rsidRDefault="000E0836" w:rsidP="000378B6"/>
    <w:p w14:paraId="798722BC" w14:textId="71436254" w:rsidR="000E0836" w:rsidRPr="00C97902" w:rsidRDefault="00527184" w:rsidP="00BA7C3C">
      <w:pPr>
        <w:pStyle w:val="Overskrift2"/>
      </w:pPr>
      <w:bookmarkStart w:id="2" w:name="_Toc82767031"/>
      <w:r w:rsidRPr="00C97902">
        <w:t>The knowledge need and R&amp;D challenges</w:t>
      </w:r>
      <w:bookmarkEnd w:id="2"/>
    </w:p>
    <w:p w14:paraId="3FF64A32" w14:textId="73D7901E" w:rsidR="00494B19" w:rsidRPr="00C97902" w:rsidRDefault="008612BD" w:rsidP="005156EC">
      <w:pPr>
        <w:pStyle w:val="Listeavsnitt"/>
        <w:numPr>
          <w:ilvl w:val="0"/>
          <w:numId w:val="9"/>
        </w:numPr>
      </w:pPr>
      <w:r w:rsidRPr="00C97902">
        <w:t>Why is research necessary in order to succeed with the innovation and what are the most important challenges that the research will help to resolve? It is important that what you write here reflects the wording of the primary and secondary objectives in the grant application form.</w:t>
      </w:r>
    </w:p>
    <w:p w14:paraId="73C8636B" w14:textId="77777777" w:rsidR="006E6FC2" w:rsidRPr="00C97902" w:rsidRDefault="006E6FC2" w:rsidP="006E6FC2">
      <w:pPr>
        <w:pStyle w:val="Listeavsnitt"/>
      </w:pPr>
    </w:p>
    <w:p w14:paraId="1711D0B0" w14:textId="77777777" w:rsidR="00494B19" w:rsidRPr="00C97902" w:rsidRDefault="00D469A9" w:rsidP="005156EC">
      <w:pPr>
        <w:pStyle w:val="Listeavsnitt"/>
        <w:numPr>
          <w:ilvl w:val="0"/>
          <w:numId w:val="9"/>
        </w:numPr>
      </w:pPr>
      <w:r w:rsidRPr="00C97902">
        <w:t xml:space="preserve">Which R&amp;D methods are you going to use, and why? </w:t>
      </w:r>
    </w:p>
    <w:p w14:paraId="7F233FDE" w14:textId="77777777" w:rsidR="006E6FC2" w:rsidRPr="00C97902" w:rsidRDefault="006E6FC2" w:rsidP="006E6FC2">
      <w:pPr>
        <w:pStyle w:val="Listeavsnitt"/>
      </w:pPr>
    </w:p>
    <w:p w14:paraId="1F2D5827" w14:textId="63B44D99" w:rsidR="00494B19" w:rsidRPr="00C97902" w:rsidRDefault="00FC6D1A" w:rsidP="005156EC">
      <w:pPr>
        <w:pStyle w:val="Listeavsnitt"/>
        <w:numPr>
          <w:ilvl w:val="0"/>
          <w:numId w:val="9"/>
        </w:numPr>
      </w:pPr>
      <w:r w:rsidRPr="00C97902">
        <w:t>Describe how the R&amp;D activities and methods relate to the research front. What kind of knowledge already exists in the field, and what knowledge needs are not met by existing research? It is a good idea to refer to relevant literature (you can add a list of literature at the end). State whether a search in scientific literature, patent databases or similar has been conducted.</w:t>
      </w:r>
    </w:p>
    <w:p w14:paraId="084BE50F" w14:textId="77777777" w:rsidR="006E6FC2" w:rsidRPr="00C97902" w:rsidRDefault="006E6FC2" w:rsidP="006E6FC2">
      <w:pPr>
        <w:pStyle w:val="Listeavsnitt"/>
      </w:pPr>
    </w:p>
    <w:p w14:paraId="4DF0C44B" w14:textId="47DC796C" w:rsidR="000E0836" w:rsidRPr="00C97902" w:rsidRDefault="00D26D65" w:rsidP="005156EC">
      <w:pPr>
        <w:pStyle w:val="Listeavsnitt"/>
        <w:numPr>
          <w:ilvl w:val="0"/>
          <w:numId w:val="9"/>
        </w:numPr>
      </w:pPr>
      <w:r w:rsidRPr="00C97902">
        <w:t xml:space="preserve">In what way does the research address the gender perspective and ethical issues? See the Research Council’s </w:t>
      </w:r>
      <w:hyperlink r:id="rId14" w:history="1">
        <w:r w:rsidRPr="00C97902">
          <w:rPr>
            <w:rStyle w:val="Hyperkobling"/>
          </w:rPr>
          <w:t>policy on gender balance and gender perspectives in research and innovation</w:t>
        </w:r>
      </w:hyperlink>
      <w:r w:rsidRPr="00C97902">
        <w:t xml:space="preserve"> and our</w:t>
      </w:r>
      <w:hyperlink r:id="rId15" w:history="1">
        <w:r w:rsidRPr="00C97902">
          <w:rPr>
            <w:rStyle w:val="Hyperkobling"/>
          </w:rPr>
          <w:t xml:space="preserve"> ethical standards in research</w:t>
        </w:r>
      </w:hyperlink>
      <w:r w:rsidR="00E134E3" w:rsidRPr="00C97902">
        <w:rPr>
          <w:rStyle w:val="Hyperkobling"/>
        </w:rPr>
        <w:t>,</w:t>
      </w:r>
      <w:r w:rsidRPr="00C97902">
        <w:t xml:space="preserve"> respectively.</w:t>
      </w:r>
    </w:p>
    <w:p w14:paraId="1C8E4B20" w14:textId="4C48D2AB" w:rsidR="00DF5E8A" w:rsidRPr="00C97902" w:rsidRDefault="00D16C8B" w:rsidP="0024539D">
      <w:pPr>
        <w:pStyle w:val="Overskrift1"/>
      </w:pPr>
      <w:bookmarkStart w:id="3" w:name="_Toc82767032"/>
      <w:r w:rsidRPr="00C97902">
        <w:t>Impact</w:t>
      </w:r>
      <w:bookmarkEnd w:id="3"/>
    </w:p>
    <w:p w14:paraId="1C60FAF5" w14:textId="08C38E25" w:rsidR="001B7328" w:rsidRPr="00C97902" w:rsidRDefault="00B149C3" w:rsidP="001B7328">
      <w:r w:rsidRPr="00C97902">
        <w:t xml:space="preserve">Expand here on what you have written in the grant application form under ‘Impact’. Describe how the project </w:t>
      </w:r>
      <w:r w:rsidR="003A4E01" w:rsidRPr="00C97902">
        <w:t xml:space="preserve">contributes to knowledge development and value creation for the applicant, partners and other segments of society, </w:t>
      </w:r>
      <w:r w:rsidR="003A4E01" w:rsidRPr="000B6434">
        <w:t xml:space="preserve">and </w:t>
      </w:r>
      <w:r w:rsidR="00C97902" w:rsidRPr="000B6434">
        <w:t xml:space="preserve">contributes to </w:t>
      </w:r>
      <w:r w:rsidRPr="000B6434">
        <w:t>achieving</w:t>
      </w:r>
      <w:r w:rsidRPr="00C97902">
        <w:t xml:space="preserve"> the UN Sustainable Development Goals.</w:t>
      </w:r>
      <w:r w:rsidRPr="00C97902">
        <w:rPr>
          <w:b/>
          <w:bCs/>
        </w:rPr>
        <w:t xml:space="preserve"> </w:t>
      </w:r>
      <w:r w:rsidRPr="00C97902">
        <w:t xml:space="preserve">You must also describe how you envisage realising and implementing the results. </w:t>
      </w:r>
    </w:p>
    <w:p w14:paraId="3330AFB6" w14:textId="77777777" w:rsidR="003A4E01" w:rsidRPr="00C97902" w:rsidRDefault="003A4E01" w:rsidP="003A4E01">
      <w:pPr>
        <w:pStyle w:val="Overskrift2"/>
      </w:pPr>
      <w:bookmarkStart w:id="4" w:name="_Toc82767033"/>
      <w:r w:rsidRPr="00C97902">
        <w:lastRenderedPageBreak/>
        <w:t>Potential for value creation</w:t>
      </w:r>
    </w:p>
    <w:p w14:paraId="6DD1AC96" w14:textId="77777777" w:rsidR="003A4E01" w:rsidRPr="00C97902" w:rsidRDefault="003A4E01" w:rsidP="003A4E01">
      <w:r w:rsidRPr="00C97902">
        <w:t xml:space="preserve">The potential for value creation is an indication of the anticipated financial gains when the project results are utilised and the innovation has been realised. Value creation may take the form of new turnover, reduced costs and/or increased productivity. </w:t>
      </w:r>
    </w:p>
    <w:p w14:paraId="1FD6DDAC" w14:textId="77777777" w:rsidR="003A4E01" w:rsidRPr="00C97902" w:rsidRDefault="003A4E01" w:rsidP="003A4E01">
      <w:pPr>
        <w:pStyle w:val="Listeavsnitt"/>
      </w:pPr>
    </w:p>
    <w:p w14:paraId="1102C79C" w14:textId="4528E0B9" w:rsidR="003A4E01" w:rsidRPr="00C97902" w:rsidRDefault="003A4E01" w:rsidP="003A4E01">
      <w:pPr>
        <w:pStyle w:val="Listeavsnitt"/>
        <w:numPr>
          <w:ilvl w:val="0"/>
          <w:numId w:val="19"/>
        </w:numPr>
      </w:pPr>
      <w:r w:rsidRPr="00C97902">
        <w:t>Describe the overall potential of value creation for all the companies involved in the project. Comment on the level of return in relation to the industry/market. This potential is to be compared against the aggregate costs for this project and other measures and investments that are necessary for realising the innovation, also beyond the project period and cost framework.  Expected value creation should be quantified.</w:t>
      </w:r>
    </w:p>
    <w:p w14:paraId="43DAB542" w14:textId="77777777" w:rsidR="003A4E01" w:rsidRPr="00C97902" w:rsidRDefault="003A4E01" w:rsidP="003A4E01">
      <w:pPr>
        <w:pStyle w:val="Listeavsnitt"/>
        <w:numPr>
          <w:ilvl w:val="0"/>
          <w:numId w:val="19"/>
        </w:numPr>
      </w:pPr>
      <w:r w:rsidRPr="00C97902">
        <w:t>Briefly describe each company’s value creation potential. You can use the attachment ‘Information about applicant and partner companies’ to provide additional details.</w:t>
      </w:r>
    </w:p>
    <w:p w14:paraId="281FF6D2" w14:textId="7D1C5AF7" w:rsidR="003A4E01" w:rsidRPr="00C97902" w:rsidRDefault="003A4E01" w:rsidP="00042560">
      <w:pPr>
        <w:pStyle w:val="Listeavsnitt"/>
        <w:numPr>
          <w:ilvl w:val="0"/>
          <w:numId w:val="19"/>
        </w:numPr>
      </w:pPr>
      <w:r w:rsidRPr="00C97902">
        <w:t>What other results do you expect for the applicant and partners, e.g. in the form of new products, services, higher quality or other factors?</w:t>
      </w:r>
    </w:p>
    <w:p w14:paraId="4E979E7F" w14:textId="77777777" w:rsidR="003A4E01" w:rsidRPr="00C97902" w:rsidRDefault="003A4E01" w:rsidP="003A4E01">
      <w:pPr>
        <w:pStyle w:val="Overskrift2"/>
      </w:pPr>
      <w:r w:rsidRPr="00C97902">
        <w:t>Positive external impacts and benefits to society</w:t>
      </w:r>
    </w:p>
    <w:p w14:paraId="4ACADA79" w14:textId="54C3453F" w:rsidR="000C5B4F" w:rsidRPr="00C97902" w:rsidRDefault="000C5B4F" w:rsidP="003A4E01">
      <w:pPr>
        <w:pStyle w:val="Listeavsnitt"/>
        <w:numPr>
          <w:ilvl w:val="0"/>
          <w:numId w:val="20"/>
        </w:numPr>
        <w:ind w:left="360"/>
      </w:pPr>
      <w:r w:rsidRPr="00C97902">
        <w:t xml:space="preserve">Describe the significance of the project's results for any project partners that </w:t>
      </w:r>
      <w:r w:rsidRPr="000B6434">
        <w:t xml:space="preserve">are </w:t>
      </w:r>
      <w:r w:rsidR="000B6434" w:rsidRPr="00C97902">
        <w:t>public sector bodies</w:t>
      </w:r>
      <w:r w:rsidRPr="000B6434">
        <w:t>.</w:t>
      </w:r>
      <w:r w:rsidRPr="00C97902">
        <w:t xml:space="preserve"> Please note that </w:t>
      </w:r>
      <w:r w:rsidR="000B6434">
        <w:t xml:space="preserve">any </w:t>
      </w:r>
      <w:r w:rsidRPr="00C97902">
        <w:t xml:space="preserve">public </w:t>
      </w:r>
      <w:r w:rsidR="000B6434">
        <w:t xml:space="preserve">sector bodies </w:t>
      </w:r>
      <w:r w:rsidRPr="00C97902">
        <w:t xml:space="preserve">that are </w:t>
      </w:r>
      <w:r w:rsidR="000B6434">
        <w:t>undertaking</w:t>
      </w:r>
      <w:r w:rsidRPr="00C97902">
        <w:t xml:space="preserve"> should be described under section 2.1. </w:t>
      </w:r>
    </w:p>
    <w:p w14:paraId="77FD7601" w14:textId="51A4F295" w:rsidR="000C5B4F" w:rsidRPr="00C97902" w:rsidRDefault="000C5B4F" w:rsidP="003A4E01">
      <w:pPr>
        <w:pStyle w:val="Listeavsnitt"/>
        <w:numPr>
          <w:ilvl w:val="0"/>
          <w:numId w:val="20"/>
        </w:numPr>
        <w:ind w:left="360"/>
      </w:pPr>
      <w:r w:rsidRPr="00C97902">
        <w:t>Describe the significance of the project’s results beyond benefits for the applicant and partners, such as benefits for other segments of the business sector, including users and customers, the R&amp;D communities’ knowledge development or society at large.</w:t>
      </w:r>
    </w:p>
    <w:p w14:paraId="3AF48FEE" w14:textId="34CBC911" w:rsidR="003A4E01" w:rsidRPr="00C97902" w:rsidRDefault="003A4E01" w:rsidP="003A4E01">
      <w:pPr>
        <w:pStyle w:val="Listeavsnitt"/>
        <w:numPr>
          <w:ilvl w:val="0"/>
          <w:numId w:val="20"/>
        </w:numPr>
        <w:ind w:left="360"/>
      </w:pPr>
      <w:r w:rsidRPr="00C97902">
        <w:t xml:space="preserve">Explain how this project can help to benefit society in a wider perspective. </w:t>
      </w:r>
    </w:p>
    <w:p w14:paraId="53426218" w14:textId="77777777" w:rsidR="003A4E01" w:rsidRPr="00C97902" w:rsidRDefault="003A4E01" w:rsidP="003A4E01">
      <w:pPr>
        <w:pStyle w:val="Listeavsnitt"/>
        <w:numPr>
          <w:ilvl w:val="0"/>
          <w:numId w:val="20"/>
        </w:numPr>
        <w:ind w:left="360"/>
      </w:pPr>
      <w:r w:rsidRPr="00C97902">
        <w:t>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Describe activities/plans for scientific and popular science publication that can make new knowledge and/or new solutions available to others.</w:t>
      </w:r>
    </w:p>
    <w:p w14:paraId="4AE47AFE" w14:textId="34547BD9" w:rsidR="009E7DFA" w:rsidRPr="00C97902" w:rsidRDefault="00D34408" w:rsidP="003A4E01">
      <w:pPr>
        <w:pStyle w:val="Overskrift2"/>
      </w:pPr>
      <w:r w:rsidRPr="00C97902">
        <w:t>Contribution to the UN Sustainable Development Goals</w:t>
      </w:r>
      <w:bookmarkEnd w:id="4"/>
    </w:p>
    <w:p w14:paraId="5199F4ED" w14:textId="77215BF2" w:rsidR="00274C42" w:rsidRPr="00C97902" w:rsidRDefault="001473D4" w:rsidP="00274C42">
      <w:r w:rsidRPr="00C97902">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SDGs, without negatively impacting other areas. </w:t>
      </w:r>
      <w:r w:rsidR="00274C42" w:rsidRPr="00C97902">
        <w:t>Refer to relevant targets by number, e.g.: 2.3.</w:t>
      </w:r>
    </w:p>
    <w:p w14:paraId="7473CF38" w14:textId="65E0CB76" w:rsidR="001473D4" w:rsidRPr="00C97902" w:rsidRDefault="00274C42" w:rsidP="001473D4">
      <w:r w:rsidRPr="00C97902">
        <w:t xml:space="preserve">Note that you will not be assessed in relation to the number of targets the project contributes to achieving. What is important is how well you describe and substantiate the project’s contribution, even if only to one target. </w:t>
      </w:r>
      <w:hyperlink r:id="rId16" w:history="1">
        <w:r w:rsidRPr="00C97902">
          <w:rPr>
            <w:rStyle w:val="Hyperkobling"/>
          </w:rPr>
          <w:t>A separate guide to the SDGs</w:t>
        </w:r>
      </w:hyperlink>
      <w:r w:rsidRPr="00C97902">
        <w:t xml:space="preserve"> has been developed for Innovation projects for the industrial sector (IP-N), </w:t>
      </w:r>
      <w:r w:rsidR="00042560" w:rsidRPr="00C97902">
        <w:t xml:space="preserve">this </w:t>
      </w:r>
      <w:r w:rsidRPr="00C97902">
        <w:t>can also be of use for Pilot-T projects.</w:t>
      </w:r>
    </w:p>
    <w:p w14:paraId="75EC1646" w14:textId="226132A2" w:rsidR="0045390E" w:rsidRPr="00C97902" w:rsidRDefault="0045390E" w:rsidP="0045012C">
      <w:pPr>
        <w:pStyle w:val="Listeavsnitt"/>
      </w:pPr>
    </w:p>
    <w:p w14:paraId="2AD43D30" w14:textId="6D8EA6FC" w:rsidR="00D34408" w:rsidRPr="00C97902" w:rsidRDefault="002D2D72" w:rsidP="0024539D">
      <w:pPr>
        <w:pStyle w:val="Overskrift2"/>
      </w:pPr>
      <w:bookmarkStart w:id="5" w:name="_Toc82767036"/>
      <w:r w:rsidRPr="00C97902">
        <w:t>Plans for realisation of value creation for partner companies</w:t>
      </w:r>
      <w:bookmarkEnd w:id="5"/>
    </w:p>
    <w:p w14:paraId="4737E6BF" w14:textId="2AD74EB1" w:rsidR="00916C06" w:rsidRPr="00C97902" w:rsidRDefault="002E1CFC" w:rsidP="009D5B88">
      <w:r w:rsidRPr="00C97902">
        <w:t>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w:t>
      </w:r>
      <w:r w:rsidR="009D5B88" w:rsidRPr="00C97902">
        <w:t xml:space="preserve"> </w:t>
      </w:r>
      <w:r w:rsidRPr="00C97902">
        <w:t xml:space="preserve">anything that is missing): </w:t>
      </w:r>
      <w:r w:rsidR="00A17C5C" w:rsidRPr="00C97902">
        <w:t>market access strategy;</w:t>
      </w:r>
      <w:r w:rsidR="009D5B88" w:rsidRPr="00C97902">
        <w:t xml:space="preserve"> </w:t>
      </w:r>
      <w:r w:rsidR="00AE2AB9" w:rsidRPr="00C97902">
        <w:t>developing business models;</w:t>
      </w:r>
      <w:r w:rsidR="009D5B88" w:rsidRPr="00C97902">
        <w:t xml:space="preserve"> </w:t>
      </w:r>
      <w:r w:rsidR="00916C06" w:rsidRPr="00C97902">
        <w:t>managing intellectual</w:t>
      </w:r>
      <w:r w:rsidR="009D5B88" w:rsidRPr="00C97902">
        <w:t xml:space="preserve"> </w:t>
      </w:r>
      <w:r w:rsidR="00916C06" w:rsidRPr="00C97902">
        <w:t>property rights;</w:t>
      </w:r>
      <w:r w:rsidR="009D5B88" w:rsidRPr="00C97902">
        <w:t xml:space="preserve"> </w:t>
      </w:r>
      <w:r w:rsidR="00916C06" w:rsidRPr="00C97902">
        <w:t>regulatory requirements and approvals;</w:t>
      </w:r>
      <w:r w:rsidR="009D5B88" w:rsidRPr="00C97902">
        <w:t xml:space="preserve"> </w:t>
      </w:r>
      <w:r w:rsidR="00586063" w:rsidRPr="00C97902">
        <w:t>user involvement;</w:t>
      </w:r>
      <w:r w:rsidR="009D5B88" w:rsidRPr="00C97902">
        <w:t xml:space="preserve"> investment needs or raising capital; commercialisation or industrialisation partnerships. Describe risk related to the realisation of </w:t>
      </w:r>
      <w:r w:rsidR="009D5B88" w:rsidRPr="00C97902">
        <w:lastRenderedPageBreak/>
        <w:t xml:space="preserve">the innovation, for example </w:t>
      </w:r>
      <w:r w:rsidR="004B23BD" w:rsidRPr="00C97902">
        <w:t>in relation to the competitive framework and market</w:t>
      </w:r>
      <w:r w:rsidR="009D5B88" w:rsidRPr="00C97902">
        <w:t xml:space="preserve">, regulatory requirements and competition and marked (use the table below). </w:t>
      </w:r>
    </w:p>
    <w:p w14:paraId="036D2F42" w14:textId="77777777" w:rsidR="009D5B88" w:rsidRPr="00C97902" w:rsidRDefault="009D5B88" w:rsidP="009D5B88"/>
    <w:p w14:paraId="2B72D128" w14:textId="4E13CD1E" w:rsidR="009D5B88" w:rsidRPr="000B6434" w:rsidRDefault="00042560" w:rsidP="009D5B88">
      <w:r w:rsidRPr="000B6434">
        <w:t>Table 1: Risk management for the realization of the innovation (add or delete rows as necessary)</w:t>
      </w:r>
    </w:p>
    <w:tbl>
      <w:tblPr>
        <w:tblStyle w:val="Tabellrutenett"/>
        <w:tblW w:w="0" w:type="auto"/>
        <w:tblLook w:val="04A0" w:firstRow="1" w:lastRow="0" w:firstColumn="1" w:lastColumn="0" w:noHBand="0" w:noVBand="1"/>
      </w:tblPr>
      <w:tblGrid>
        <w:gridCol w:w="3020"/>
        <w:gridCol w:w="1795"/>
        <w:gridCol w:w="4245"/>
      </w:tblGrid>
      <w:tr w:rsidR="009D5B88" w:rsidRPr="00C97902" w14:paraId="3F802FAC" w14:textId="77777777" w:rsidTr="00973933">
        <w:tc>
          <w:tcPr>
            <w:tcW w:w="3020" w:type="dxa"/>
          </w:tcPr>
          <w:p w14:paraId="6ECEC5D1" w14:textId="559F2BBE" w:rsidR="009D5B88" w:rsidRPr="00C97902" w:rsidRDefault="009D5B88" w:rsidP="00973933">
            <w:pPr>
              <w:spacing w:line="276" w:lineRule="auto"/>
              <w:rPr>
                <w:sz w:val="18"/>
                <w:szCs w:val="18"/>
              </w:rPr>
            </w:pPr>
            <w:r w:rsidRPr="00C97902">
              <w:rPr>
                <w:sz w:val="18"/>
                <w:szCs w:val="18"/>
              </w:rPr>
              <w:t xml:space="preserve">Description of risk </w:t>
            </w:r>
          </w:p>
        </w:tc>
        <w:tc>
          <w:tcPr>
            <w:tcW w:w="1795" w:type="dxa"/>
          </w:tcPr>
          <w:p w14:paraId="0D87DE69" w14:textId="777E0413" w:rsidR="009D5B88" w:rsidRPr="00C97902" w:rsidRDefault="009D5B88" w:rsidP="00973933">
            <w:pPr>
              <w:spacing w:line="276" w:lineRule="auto"/>
              <w:rPr>
                <w:sz w:val="18"/>
                <w:szCs w:val="18"/>
              </w:rPr>
            </w:pPr>
            <w:r w:rsidRPr="00C97902">
              <w:rPr>
                <w:sz w:val="18"/>
                <w:szCs w:val="18"/>
              </w:rPr>
              <w:t>Probability</w:t>
            </w:r>
          </w:p>
        </w:tc>
        <w:tc>
          <w:tcPr>
            <w:tcW w:w="4245" w:type="dxa"/>
          </w:tcPr>
          <w:p w14:paraId="306C22CF" w14:textId="20F3ACCE" w:rsidR="009D5B88" w:rsidRPr="00C97902" w:rsidRDefault="009D5B88" w:rsidP="00973933">
            <w:pPr>
              <w:spacing w:line="276" w:lineRule="auto"/>
              <w:rPr>
                <w:sz w:val="18"/>
                <w:szCs w:val="18"/>
              </w:rPr>
            </w:pPr>
            <w:r w:rsidRPr="00C97902">
              <w:rPr>
                <w:sz w:val="18"/>
                <w:szCs w:val="18"/>
              </w:rPr>
              <w:t>Management of risk</w:t>
            </w:r>
          </w:p>
        </w:tc>
      </w:tr>
      <w:tr w:rsidR="009D5B88" w:rsidRPr="00C97902" w14:paraId="68ACBCBC" w14:textId="77777777" w:rsidTr="00973933">
        <w:tc>
          <w:tcPr>
            <w:tcW w:w="3020" w:type="dxa"/>
          </w:tcPr>
          <w:p w14:paraId="33B1B679" w14:textId="77777777" w:rsidR="009D5B88" w:rsidRPr="00C97902" w:rsidRDefault="009D5B88" w:rsidP="00973933">
            <w:pPr>
              <w:spacing w:line="276" w:lineRule="auto"/>
              <w:rPr>
                <w:sz w:val="18"/>
                <w:szCs w:val="18"/>
              </w:rPr>
            </w:pPr>
          </w:p>
        </w:tc>
        <w:tc>
          <w:tcPr>
            <w:tcW w:w="1795" w:type="dxa"/>
          </w:tcPr>
          <w:p w14:paraId="43B20365" w14:textId="77777777" w:rsidR="009D5B88" w:rsidRPr="00C97902" w:rsidRDefault="009D5B88" w:rsidP="00973933">
            <w:pPr>
              <w:spacing w:line="276" w:lineRule="auto"/>
              <w:rPr>
                <w:sz w:val="18"/>
                <w:szCs w:val="18"/>
              </w:rPr>
            </w:pPr>
          </w:p>
        </w:tc>
        <w:tc>
          <w:tcPr>
            <w:tcW w:w="4245" w:type="dxa"/>
          </w:tcPr>
          <w:p w14:paraId="1F38FF74" w14:textId="77777777" w:rsidR="009D5B88" w:rsidRPr="00C97902" w:rsidRDefault="009D5B88" w:rsidP="00973933">
            <w:pPr>
              <w:spacing w:line="276" w:lineRule="auto"/>
              <w:rPr>
                <w:sz w:val="18"/>
                <w:szCs w:val="18"/>
              </w:rPr>
            </w:pPr>
          </w:p>
        </w:tc>
      </w:tr>
      <w:tr w:rsidR="009D5B88" w:rsidRPr="00C97902" w14:paraId="32ECDEFC" w14:textId="77777777" w:rsidTr="00973933">
        <w:tc>
          <w:tcPr>
            <w:tcW w:w="3020" w:type="dxa"/>
          </w:tcPr>
          <w:p w14:paraId="45D16FF5" w14:textId="77777777" w:rsidR="009D5B88" w:rsidRPr="00C97902" w:rsidRDefault="009D5B88" w:rsidP="00973933">
            <w:pPr>
              <w:spacing w:line="276" w:lineRule="auto"/>
              <w:rPr>
                <w:sz w:val="18"/>
                <w:szCs w:val="18"/>
              </w:rPr>
            </w:pPr>
          </w:p>
        </w:tc>
        <w:tc>
          <w:tcPr>
            <w:tcW w:w="1795" w:type="dxa"/>
          </w:tcPr>
          <w:p w14:paraId="0EC0E6EB" w14:textId="77777777" w:rsidR="009D5B88" w:rsidRPr="00C97902" w:rsidRDefault="009D5B88" w:rsidP="00973933">
            <w:pPr>
              <w:spacing w:line="276" w:lineRule="auto"/>
              <w:rPr>
                <w:sz w:val="18"/>
                <w:szCs w:val="18"/>
              </w:rPr>
            </w:pPr>
          </w:p>
        </w:tc>
        <w:tc>
          <w:tcPr>
            <w:tcW w:w="4245" w:type="dxa"/>
          </w:tcPr>
          <w:p w14:paraId="196781D7" w14:textId="77777777" w:rsidR="009D5B88" w:rsidRPr="00C97902" w:rsidRDefault="009D5B88" w:rsidP="00973933">
            <w:pPr>
              <w:spacing w:line="276" w:lineRule="auto"/>
              <w:rPr>
                <w:sz w:val="18"/>
                <w:szCs w:val="18"/>
              </w:rPr>
            </w:pPr>
          </w:p>
        </w:tc>
      </w:tr>
      <w:tr w:rsidR="009D5B88" w:rsidRPr="00C97902" w14:paraId="0B538EC0" w14:textId="77777777" w:rsidTr="00973933">
        <w:tc>
          <w:tcPr>
            <w:tcW w:w="3020" w:type="dxa"/>
          </w:tcPr>
          <w:p w14:paraId="44334722" w14:textId="77777777" w:rsidR="009D5B88" w:rsidRPr="00C97902" w:rsidRDefault="009D5B88" w:rsidP="00973933">
            <w:pPr>
              <w:spacing w:line="276" w:lineRule="auto"/>
              <w:rPr>
                <w:sz w:val="18"/>
                <w:szCs w:val="18"/>
              </w:rPr>
            </w:pPr>
          </w:p>
        </w:tc>
        <w:tc>
          <w:tcPr>
            <w:tcW w:w="1795" w:type="dxa"/>
          </w:tcPr>
          <w:p w14:paraId="7E3CB82B" w14:textId="77777777" w:rsidR="009D5B88" w:rsidRPr="00C97902" w:rsidRDefault="009D5B88" w:rsidP="00973933">
            <w:pPr>
              <w:spacing w:line="276" w:lineRule="auto"/>
              <w:rPr>
                <w:sz w:val="18"/>
                <w:szCs w:val="18"/>
              </w:rPr>
            </w:pPr>
          </w:p>
        </w:tc>
        <w:tc>
          <w:tcPr>
            <w:tcW w:w="4245" w:type="dxa"/>
          </w:tcPr>
          <w:p w14:paraId="7A723B22" w14:textId="77777777" w:rsidR="009D5B88" w:rsidRPr="00C97902" w:rsidRDefault="009D5B88" w:rsidP="00973933">
            <w:pPr>
              <w:spacing w:line="276" w:lineRule="auto"/>
              <w:rPr>
                <w:sz w:val="18"/>
                <w:szCs w:val="18"/>
              </w:rPr>
            </w:pPr>
          </w:p>
        </w:tc>
      </w:tr>
    </w:tbl>
    <w:p w14:paraId="251ED8E0" w14:textId="77777777" w:rsidR="009D5B88" w:rsidRPr="00C97902" w:rsidRDefault="009D5B88" w:rsidP="006E551D"/>
    <w:p w14:paraId="69CE359F" w14:textId="79869AE7" w:rsidR="001A1B4E" w:rsidRPr="00C97902" w:rsidRDefault="001A1B4E" w:rsidP="00A729BD">
      <w:pPr>
        <w:pStyle w:val="Overskrift1"/>
      </w:pPr>
      <w:bookmarkStart w:id="6" w:name="_Toc82767037"/>
      <w:r w:rsidRPr="00C97902">
        <w:t>Implementation</w:t>
      </w:r>
      <w:bookmarkEnd w:id="6"/>
      <w:r w:rsidRPr="00C97902">
        <w:t xml:space="preserve">  </w:t>
      </w:r>
    </w:p>
    <w:p w14:paraId="1E111255" w14:textId="32592F25" w:rsidR="00D439D0" w:rsidRPr="00C97902" w:rsidRDefault="003829F1" w:rsidP="00D439D0">
      <w:r w:rsidRPr="00C97902">
        <w:t xml:space="preserve">Expand here on the information you provided in the grant application form to make it possible to assess the extent to which the project is feasible. </w:t>
      </w:r>
    </w:p>
    <w:p w14:paraId="1DDB7FA5" w14:textId="6373132E" w:rsidR="008F3026" w:rsidRPr="00C97902" w:rsidRDefault="008F3026" w:rsidP="000378B6"/>
    <w:p w14:paraId="22D4C330" w14:textId="104DCB97" w:rsidR="00837C2C" w:rsidRPr="00C97902" w:rsidRDefault="00F01A24" w:rsidP="0024539D">
      <w:pPr>
        <w:pStyle w:val="Overskrift2"/>
      </w:pPr>
      <w:bookmarkStart w:id="7" w:name="_Toc82767038"/>
      <w:r w:rsidRPr="00C97902">
        <w:t>Project plan for research and development work</w:t>
      </w:r>
      <w:bookmarkEnd w:id="7"/>
    </w:p>
    <w:p w14:paraId="0DD8D3C1" w14:textId="04A25A1C" w:rsidR="007924A1" w:rsidRPr="00C97902" w:rsidRDefault="007924A1" w:rsidP="000378B6">
      <w:r w:rsidRPr="00C97902">
        <w:t xml:space="preserve">Use this section to elaborate on the content of the table ‘Main activities and milestones during the project period’ under the ‘Progress plan’ in the </w:t>
      </w:r>
      <w:r w:rsidR="00E134E3" w:rsidRPr="00C97902">
        <w:t xml:space="preserve">grant </w:t>
      </w:r>
      <w:r w:rsidRPr="00C97902">
        <w:t>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71D3976A" w14:textId="77777777" w:rsidR="00987328" w:rsidRPr="00C97902" w:rsidRDefault="00987328" w:rsidP="000378B6"/>
    <w:p w14:paraId="56016050" w14:textId="417FEE73" w:rsidR="007924A1" w:rsidRPr="00C97902" w:rsidRDefault="00CA76ED" w:rsidP="005156EC">
      <w:pPr>
        <w:pStyle w:val="Listeavsnitt"/>
        <w:numPr>
          <w:ilvl w:val="0"/>
          <w:numId w:val="13"/>
        </w:numPr>
        <w:rPr>
          <w:i/>
        </w:rPr>
      </w:pPr>
      <w:r w:rsidRPr="00C97902">
        <w:rPr>
          <w:i/>
          <w:iCs/>
        </w:rPr>
        <w:t>Main activities/work packages in the project</w:t>
      </w:r>
    </w:p>
    <w:p w14:paraId="03CC39E4" w14:textId="526F4747" w:rsidR="00643A94" w:rsidRPr="00C97902" w:rsidRDefault="00643A94" w:rsidP="00FD7F12">
      <w:r w:rsidRPr="00C97902">
        <w:t>Describe each main activity (H1, H2 etc. in accordance with the table in the grant application form)</w:t>
      </w:r>
      <w:r w:rsidR="00374248" w:rsidRPr="00C97902">
        <w:t>. It should be stated</w:t>
      </w:r>
      <w:r w:rsidRPr="00C97902">
        <w:t xml:space="preserve"> </w:t>
      </w:r>
      <w:r w:rsidR="00374248" w:rsidRPr="00C97902">
        <w:t>which secondary objectives each main activity contributes to. The following points should be included:</w:t>
      </w:r>
    </w:p>
    <w:p w14:paraId="4CD585F7" w14:textId="77777777" w:rsidR="00643A94" w:rsidRPr="00C97902" w:rsidRDefault="00643A94" w:rsidP="005156EC">
      <w:pPr>
        <w:pStyle w:val="Listeavsnitt"/>
        <w:numPr>
          <w:ilvl w:val="0"/>
          <w:numId w:val="8"/>
        </w:numPr>
      </w:pPr>
      <w:r w:rsidRPr="00C97902">
        <w:t>Title of the main activity</w:t>
      </w:r>
    </w:p>
    <w:p w14:paraId="2D81EE9F" w14:textId="27B6631C" w:rsidR="00331EDC" w:rsidRPr="00C97902" w:rsidRDefault="00C10BEE">
      <w:pPr>
        <w:pStyle w:val="Listeavsnitt"/>
        <w:numPr>
          <w:ilvl w:val="0"/>
          <w:numId w:val="8"/>
        </w:numPr>
      </w:pPr>
      <w:r w:rsidRPr="00C97902">
        <w:t xml:space="preserve">The research and development activity to be </w:t>
      </w:r>
      <w:r w:rsidRPr="000B6434">
        <w:t>performed</w:t>
      </w:r>
      <w:r w:rsidR="00374248" w:rsidRPr="000B6434">
        <w:t xml:space="preserve"> (Describe what </w:t>
      </w:r>
      <w:r w:rsidR="00B57FF7" w:rsidRPr="000B6434">
        <w:t>y</w:t>
      </w:r>
      <w:r w:rsidR="00374248" w:rsidRPr="000B6434">
        <w:t>ou</w:t>
      </w:r>
      <w:r w:rsidR="00C97902" w:rsidRPr="000B6434">
        <w:t xml:space="preserve"> will</w:t>
      </w:r>
      <w:r w:rsidR="00374248" w:rsidRPr="000B6434">
        <w:t xml:space="preserve"> do in the project, and how </w:t>
      </w:r>
      <w:r w:rsidR="00B57FF7" w:rsidRPr="000B6434">
        <w:t>y</w:t>
      </w:r>
      <w:r w:rsidR="00374248" w:rsidRPr="000B6434">
        <w:t>ou</w:t>
      </w:r>
      <w:r w:rsidR="00C97902" w:rsidRPr="000B6434">
        <w:t xml:space="preserve"> will</w:t>
      </w:r>
      <w:r w:rsidR="00374248" w:rsidRPr="000B6434">
        <w:t xml:space="preserve"> be doing it</w:t>
      </w:r>
      <w:r w:rsidR="000B6434" w:rsidRPr="000B6434">
        <w:t xml:space="preserve">. </w:t>
      </w:r>
      <w:r w:rsidR="00C97902" w:rsidRPr="000B6434">
        <w:t>You should describe</w:t>
      </w:r>
      <w:r w:rsidR="00374248" w:rsidRPr="000B6434">
        <w:t xml:space="preserve"> how </w:t>
      </w:r>
      <w:r w:rsidR="00B57FF7" w:rsidRPr="000B6434">
        <w:t>y</w:t>
      </w:r>
      <w:r w:rsidR="00374248" w:rsidRPr="000B6434">
        <w:t xml:space="preserve">ou are going to solve the </w:t>
      </w:r>
      <w:r w:rsidR="00D24C07" w:rsidRPr="000B6434">
        <w:t xml:space="preserve">challenges described under section 1.2 </w:t>
      </w:r>
      <w:r w:rsidR="00D24C07" w:rsidRPr="000B6434">
        <w:rPr>
          <w:i/>
          <w:iCs/>
        </w:rPr>
        <w:t>The knowledge need and R&amp;D challenges</w:t>
      </w:r>
      <w:r w:rsidR="00D24C07" w:rsidRPr="000B6434">
        <w:t>)</w:t>
      </w:r>
    </w:p>
    <w:p w14:paraId="6CAC0434" w14:textId="26D0841D" w:rsidR="00331EDC" w:rsidRPr="000B6434" w:rsidRDefault="00331EDC" w:rsidP="005156EC">
      <w:pPr>
        <w:pStyle w:val="Listeavsnitt"/>
        <w:numPr>
          <w:ilvl w:val="0"/>
          <w:numId w:val="8"/>
        </w:numPr>
        <w:rPr>
          <w:iCs/>
        </w:rPr>
      </w:pPr>
      <w:r w:rsidRPr="000B6434">
        <w:t>Expected R&amp;D results that can be linked to the objectives defined in the grant application form</w:t>
      </w:r>
      <w:r w:rsidR="00D24C07" w:rsidRPr="000B6434">
        <w:t xml:space="preserve"> (</w:t>
      </w:r>
      <w:r w:rsidR="00C97902" w:rsidRPr="000B6434">
        <w:t>What is expected from the work packages specifically,</w:t>
      </w:r>
      <w:r w:rsidR="00D24C07" w:rsidRPr="000B6434">
        <w:t xml:space="preserve"> that will contribute to achiev</w:t>
      </w:r>
      <w:r w:rsidR="00C97902" w:rsidRPr="000B6434">
        <w:t>ing</w:t>
      </w:r>
      <w:r w:rsidR="00D24C07" w:rsidRPr="000B6434">
        <w:t xml:space="preserve"> the main and secondary objectives? What are the deliverables?</w:t>
      </w:r>
      <w:r w:rsidR="00B57FF7" w:rsidRPr="000B6434">
        <w:t>)</w:t>
      </w:r>
      <w:r w:rsidR="00D24C07" w:rsidRPr="000B6434">
        <w:t xml:space="preserve"> </w:t>
      </w:r>
    </w:p>
    <w:p w14:paraId="50A11210" w14:textId="120E4CFB" w:rsidR="00E5576D" w:rsidRPr="00C97902" w:rsidRDefault="007E0DCA" w:rsidP="005156EC">
      <w:pPr>
        <w:pStyle w:val="Listeavsnitt"/>
        <w:numPr>
          <w:ilvl w:val="0"/>
          <w:numId w:val="8"/>
        </w:numPr>
      </w:pPr>
      <w:r w:rsidRPr="00C97902">
        <w:t xml:space="preserve">Use Table </w:t>
      </w:r>
      <w:r w:rsidR="00D24C07" w:rsidRPr="00C97902">
        <w:t xml:space="preserve">3 </w:t>
      </w:r>
      <w:r w:rsidRPr="00C97902">
        <w:t xml:space="preserve">to summarise which project partner is work package manager and which partners are involved </w:t>
      </w:r>
    </w:p>
    <w:p w14:paraId="6A0BF811" w14:textId="77777777" w:rsidR="00F35961" w:rsidRPr="00C97902" w:rsidRDefault="00F35961" w:rsidP="00F35961">
      <w:pPr>
        <w:rPr>
          <w:color w:val="FF0000"/>
        </w:rPr>
      </w:pPr>
    </w:p>
    <w:p w14:paraId="37C974EC" w14:textId="39BE302B" w:rsidR="00252AF7" w:rsidRPr="00C97902" w:rsidRDefault="00AA03A2" w:rsidP="005156EC">
      <w:pPr>
        <w:pStyle w:val="Listeavsnitt"/>
        <w:numPr>
          <w:ilvl w:val="0"/>
          <w:numId w:val="13"/>
        </w:numPr>
        <w:rPr>
          <w:i/>
          <w:iCs/>
        </w:rPr>
      </w:pPr>
      <w:r w:rsidRPr="00C97902">
        <w:rPr>
          <w:i/>
          <w:iCs/>
        </w:rPr>
        <w:t>Milestones for the R&amp;D activity</w:t>
      </w:r>
    </w:p>
    <w:p w14:paraId="7B6C6ABE" w14:textId="7B904C13" w:rsidR="009237EB" w:rsidRPr="00C97902" w:rsidRDefault="00252AF7" w:rsidP="000378B6">
      <w:r w:rsidRPr="00C97902">
        <w:t xml:space="preserve">Describe the milestones in the project and specify which of them are critical to implementation of the project. </w:t>
      </w:r>
      <w:r w:rsidR="00D24C07" w:rsidRPr="00C97902">
        <w:t xml:space="preserve">Name and number of the milestones </w:t>
      </w:r>
      <w:r w:rsidR="00B57FF7" w:rsidRPr="00C97902">
        <w:t>must</w:t>
      </w:r>
      <w:r w:rsidR="00D24C07" w:rsidRPr="00C97902">
        <w:t xml:space="preserve"> match the milestones entered into the Progress plan, and it should be stated which work package they are linked to. </w:t>
      </w:r>
      <w:r w:rsidRPr="00C97902">
        <w:t xml:space="preserve">All companies that have to raise capital during the project period to be able to implement the project must include 1-2 additional milestones linked to this activity. The milestones must be numbered to clearly demonstrate which work package they are linked to.  </w:t>
      </w:r>
    </w:p>
    <w:p w14:paraId="0EDCE23F" w14:textId="77777777" w:rsidR="00113602" w:rsidRPr="00C97902" w:rsidRDefault="00113602" w:rsidP="000378B6"/>
    <w:p w14:paraId="2ED6A0DE" w14:textId="11395AF2" w:rsidR="000D4B71" w:rsidRPr="00C97902" w:rsidRDefault="000D4B71" w:rsidP="005156EC">
      <w:pPr>
        <w:pStyle w:val="Listeavsnitt"/>
        <w:numPr>
          <w:ilvl w:val="0"/>
          <w:numId w:val="13"/>
        </w:numPr>
        <w:rPr>
          <w:i/>
        </w:rPr>
      </w:pPr>
      <w:r w:rsidRPr="00C97902">
        <w:rPr>
          <w:i/>
        </w:rPr>
        <w:t>Risk management for the R&amp;D project</w:t>
      </w:r>
    </w:p>
    <w:p w14:paraId="60ED8FB9" w14:textId="28691358" w:rsidR="007B256D" w:rsidRPr="00C97902" w:rsidRDefault="00CD2524" w:rsidP="00C71BD9">
      <w:r w:rsidRPr="00C97902">
        <w:t xml:space="preserve">Complete Table </w:t>
      </w:r>
      <w:r w:rsidR="00D24C07" w:rsidRPr="00C97902">
        <w:t xml:space="preserve">2 </w:t>
      </w:r>
      <w:r w:rsidRPr="00C97902">
        <w:t>to describe research-related and/or technological risks and plans for dealing with them.</w:t>
      </w:r>
    </w:p>
    <w:p w14:paraId="0CEA11D8" w14:textId="77777777" w:rsidR="00E60469" w:rsidRPr="00C97902" w:rsidRDefault="00E60469" w:rsidP="00485AB3"/>
    <w:p w14:paraId="74220616" w14:textId="657D2BBA" w:rsidR="00E60469" w:rsidRPr="00C97902" w:rsidRDefault="00E60469" w:rsidP="00485AB3">
      <w:r w:rsidRPr="00C97902">
        <w:t xml:space="preserve">Table </w:t>
      </w:r>
      <w:r w:rsidR="00D24C07" w:rsidRPr="00C97902">
        <w:t>2</w:t>
      </w:r>
      <w:r w:rsidRPr="00C97902">
        <w:t>: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E60469" w:rsidRPr="00C97902" w14:paraId="493019BE" w14:textId="77777777" w:rsidTr="00447160">
        <w:tc>
          <w:tcPr>
            <w:tcW w:w="3020" w:type="dxa"/>
          </w:tcPr>
          <w:p w14:paraId="714A195B" w14:textId="77777777" w:rsidR="00E60469" w:rsidRPr="00C97902" w:rsidRDefault="00E60469" w:rsidP="00447160">
            <w:pPr>
              <w:spacing w:line="276" w:lineRule="auto"/>
              <w:rPr>
                <w:sz w:val="18"/>
                <w:szCs w:val="18"/>
              </w:rPr>
            </w:pPr>
            <w:r w:rsidRPr="00C97902">
              <w:rPr>
                <w:sz w:val="18"/>
                <w:szCs w:val="18"/>
              </w:rPr>
              <w:lastRenderedPageBreak/>
              <w:t xml:space="preserve">Description of risk </w:t>
            </w:r>
          </w:p>
        </w:tc>
        <w:tc>
          <w:tcPr>
            <w:tcW w:w="1795" w:type="dxa"/>
          </w:tcPr>
          <w:p w14:paraId="42BB9EA3" w14:textId="77777777" w:rsidR="00E60469" w:rsidRPr="00C97902" w:rsidRDefault="00E60469" w:rsidP="00447160">
            <w:pPr>
              <w:spacing w:line="276" w:lineRule="auto"/>
              <w:rPr>
                <w:sz w:val="18"/>
                <w:szCs w:val="18"/>
              </w:rPr>
            </w:pPr>
            <w:r w:rsidRPr="00C97902">
              <w:rPr>
                <w:sz w:val="18"/>
                <w:szCs w:val="18"/>
              </w:rPr>
              <w:t xml:space="preserve">Probability </w:t>
            </w:r>
          </w:p>
        </w:tc>
        <w:tc>
          <w:tcPr>
            <w:tcW w:w="4245" w:type="dxa"/>
          </w:tcPr>
          <w:p w14:paraId="32C1A051" w14:textId="77777777" w:rsidR="00E60469" w:rsidRPr="00C97902" w:rsidRDefault="00E60469" w:rsidP="00447160">
            <w:pPr>
              <w:spacing w:line="276" w:lineRule="auto"/>
              <w:rPr>
                <w:sz w:val="18"/>
                <w:szCs w:val="18"/>
              </w:rPr>
            </w:pPr>
            <w:r w:rsidRPr="00C97902">
              <w:rPr>
                <w:sz w:val="18"/>
                <w:szCs w:val="18"/>
              </w:rPr>
              <w:t xml:space="preserve">Management of risk </w:t>
            </w:r>
          </w:p>
        </w:tc>
      </w:tr>
      <w:tr w:rsidR="00E60469" w:rsidRPr="00C97902" w14:paraId="2F5B04DF" w14:textId="77777777" w:rsidTr="00447160">
        <w:tc>
          <w:tcPr>
            <w:tcW w:w="3020" w:type="dxa"/>
          </w:tcPr>
          <w:p w14:paraId="55587174" w14:textId="77777777" w:rsidR="00E60469" w:rsidRPr="00C97902" w:rsidRDefault="00E60469" w:rsidP="00447160">
            <w:pPr>
              <w:spacing w:line="276" w:lineRule="auto"/>
              <w:rPr>
                <w:sz w:val="18"/>
                <w:szCs w:val="18"/>
              </w:rPr>
            </w:pPr>
          </w:p>
        </w:tc>
        <w:tc>
          <w:tcPr>
            <w:tcW w:w="1795" w:type="dxa"/>
          </w:tcPr>
          <w:p w14:paraId="3D054A67" w14:textId="77777777" w:rsidR="00E60469" w:rsidRPr="00C97902" w:rsidRDefault="00E60469" w:rsidP="00447160">
            <w:pPr>
              <w:spacing w:line="276" w:lineRule="auto"/>
              <w:rPr>
                <w:sz w:val="18"/>
                <w:szCs w:val="18"/>
              </w:rPr>
            </w:pPr>
          </w:p>
        </w:tc>
        <w:tc>
          <w:tcPr>
            <w:tcW w:w="4245" w:type="dxa"/>
          </w:tcPr>
          <w:p w14:paraId="0F043467" w14:textId="77777777" w:rsidR="00E60469" w:rsidRPr="00C97902" w:rsidRDefault="00E60469" w:rsidP="00447160">
            <w:pPr>
              <w:spacing w:line="276" w:lineRule="auto"/>
              <w:rPr>
                <w:sz w:val="18"/>
                <w:szCs w:val="18"/>
              </w:rPr>
            </w:pPr>
          </w:p>
        </w:tc>
      </w:tr>
      <w:tr w:rsidR="00E60469" w:rsidRPr="00C97902" w14:paraId="7D945BB0" w14:textId="77777777" w:rsidTr="00447160">
        <w:tc>
          <w:tcPr>
            <w:tcW w:w="3020" w:type="dxa"/>
          </w:tcPr>
          <w:p w14:paraId="51D6B45B" w14:textId="77777777" w:rsidR="00E60469" w:rsidRPr="00C97902" w:rsidRDefault="00E60469" w:rsidP="00447160">
            <w:pPr>
              <w:spacing w:line="276" w:lineRule="auto"/>
              <w:rPr>
                <w:sz w:val="18"/>
                <w:szCs w:val="18"/>
              </w:rPr>
            </w:pPr>
          </w:p>
        </w:tc>
        <w:tc>
          <w:tcPr>
            <w:tcW w:w="1795" w:type="dxa"/>
          </w:tcPr>
          <w:p w14:paraId="34D1DCA1" w14:textId="77777777" w:rsidR="00E60469" w:rsidRPr="00C97902" w:rsidRDefault="00E60469" w:rsidP="00447160">
            <w:pPr>
              <w:spacing w:line="276" w:lineRule="auto"/>
              <w:rPr>
                <w:sz w:val="18"/>
                <w:szCs w:val="18"/>
              </w:rPr>
            </w:pPr>
          </w:p>
        </w:tc>
        <w:tc>
          <w:tcPr>
            <w:tcW w:w="4245" w:type="dxa"/>
          </w:tcPr>
          <w:p w14:paraId="7209D098" w14:textId="77777777" w:rsidR="00E60469" w:rsidRPr="00C97902" w:rsidRDefault="00E60469" w:rsidP="00447160">
            <w:pPr>
              <w:spacing w:line="276" w:lineRule="auto"/>
              <w:rPr>
                <w:sz w:val="18"/>
                <w:szCs w:val="18"/>
              </w:rPr>
            </w:pPr>
          </w:p>
        </w:tc>
      </w:tr>
      <w:tr w:rsidR="00E60469" w:rsidRPr="00C97902" w14:paraId="01327FCC" w14:textId="77777777" w:rsidTr="00447160">
        <w:tc>
          <w:tcPr>
            <w:tcW w:w="3020" w:type="dxa"/>
          </w:tcPr>
          <w:p w14:paraId="3F8E7489" w14:textId="77777777" w:rsidR="00E60469" w:rsidRPr="00C97902" w:rsidRDefault="00E60469" w:rsidP="00447160">
            <w:pPr>
              <w:spacing w:line="276" w:lineRule="auto"/>
              <w:rPr>
                <w:sz w:val="18"/>
                <w:szCs w:val="18"/>
              </w:rPr>
            </w:pPr>
          </w:p>
        </w:tc>
        <w:tc>
          <w:tcPr>
            <w:tcW w:w="1795" w:type="dxa"/>
          </w:tcPr>
          <w:p w14:paraId="57198083" w14:textId="77777777" w:rsidR="00E60469" w:rsidRPr="00C97902" w:rsidRDefault="00E60469" w:rsidP="00447160">
            <w:pPr>
              <w:spacing w:line="276" w:lineRule="auto"/>
              <w:rPr>
                <w:sz w:val="18"/>
                <w:szCs w:val="18"/>
              </w:rPr>
            </w:pPr>
          </w:p>
        </w:tc>
        <w:tc>
          <w:tcPr>
            <w:tcW w:w="4245" w:type="dxa"/>
          </w:tcPr>
          <w:p w14:paraId="08640C24" w14:textId="77777777" w:rsidR="00E60469" w:rsidRPr="00C97902" w:rsidRDefault="00E60469" w:rsidP="00447160">
            <w:pPr>
              <w:spacing w:line="276" w:lineRule="auto"/>
              <w:rPr>
                <w:sz w:val="18"/>
                <w:szCs w:val="18"/>
              </w:rPr>
            </w:pPr>
          </w:p>
        </w:tc>
      </w:tr>
    </w:tbl>
    <w:p w14:paraId="6435223A" w14:textId="77777777" w:rsidR="007B256D" w:rsidRPr="00C97902" w:rsidRDefault="007B256D" w:rsidP="007B256D">
      <w:pPr>
        <w:pStyle w:val="Listeavsnitt"/>
        <w:ind w:left="360"/>
      </w:pPr>
    </w:p>
    <w:p w14:paraId="3F50766A" w14:textId="77777777" w:rsidR="001D342D" w:rsidRPr="00C97902" w:rsidRDefault="001D342D" w:rsidP="0024539D">
      <w:pPr>
        <w:pStyle w:val="Overskrift2"/>
      </w:pPr>
      <w:bookmarkStart w:id="8" w:name="_Toc82767039"/>
      <w:r w:rsidRPr="00C97902">
        <w:t>Project partners that perform and/or finance R&amp;D activities</w:t>
      </w:r>
      <w:bookmarkEnd w:id="8"/>
    </w:p>
    <w:p w14:paraId="53732517" w14:textId="0D0F3E79" w:rsidR="003A3268" w:rsidRPr="00C97902" w:rsidRDefault="003A3268" w:rsidP="00F4170D">
      <w:r w:rsidRPr="00C97902">
        <w:t xml:space="preserve">All names of the enterprises/organisations and persons listed in this section must also be listed in the grant application from under Project participants. </w:t>
      </w:r>
    </w:p>
    <w:p w14:paraId="696A6C2D" w14:textId="77777777" w:rsidR="003A3268" w:rsidRPr="00C97902" w:rsidRDefault="003A3268" w:rsidP="00F4170D"/>
    <w:p w14:paraId="70D12DE6" w14:textId="3F5C4FEE" w:rsidR="00F4170D" w:rsidRPr="00C97902" w:rsidRDefault="001D342D" w:rsidP="00F4170D">
      <w:r w:rsidRPr="00C97902">
        <w:t>Provide an overview of the enterprises/organisations that will participate in the project and briefly describe these partners’ role and interests in the project. Include all project partners that will perform and/or finance R&amp;D tasks. (Note: You only have to describe the partners that will be involved in the R&amp;D activities in this section. Any other actors only contributing to the implementation of the R&amp;D results must be described under ‘Impact’ in section 2.4</w:t>
      </w:r>
      <w:r w:rsidR="00E134E3" w:rsidRPr="00C97902">
        <w:t>)</w:t>
      </w:r>
    </w:p>
    <w:p w14:paraId="00B660C5" w14:textId="77777777" w:rsidR="00F4170D" w:rsidRPr="00C97902" w:rsidRDefault="00F4170D" w:rsidP="001D342D">
      <w:pPr>
        <w:rPr>
          <w:lang w:eastAsia="nb-NO"/>
        </w:rPr>
      </w:pPr>
    </w:p>
    <w:p w14:paraId="0CDB9C4C" w14:textId="1C0116E3" w:rsidR="001D342D" w:rsidRPr="00C97902" w:rsidRDefault="001D342D" w:rsidP="001D342D">
      <w:r w:rsidRPr="00C97902">
        <w:t>Group and describe the project participants in the following way:</w:t>
      </w:r>
    </w:p>
    <w:p w14:paraId="6007D6A4" w14:textId="77777777" w:rsidR="001D342D" w:rsidRPr="00C97902" w:rsidRDefault="001D342D" w:rsidP="001D342D">
      <w:pPr>
        <w:rPr>
          <w:lang w:eastAsia="nb-NO"/>
        </w:rPr>
      </w:pPr>
    </w:p>
    <w:p w14:paraId="1E50CF5B" w14:textId="00CF3242" w:rsidR="007C2667" w:rsidRPr="00C97902" w:rsidRDefault="00C90DB8" w:rsidP="005156EC">
      <w:pPr>
        <w:pStyle w:val="Listeavsnitt"/>
        <w:numPr>
          <w:ilvl w:val="0"/>
          <w:numId w:val="14"/>
        </w:numPr>
        <w:rPr>
          <w:i/>
        </w:rPr>
      </w:pPr>
      <w:r w:rsidRPr="00C97902">
        <w:rPr>
          <w:i/>
        </w:rPr>
        <w:t>Partners (B1, B2, etc.)</w:t>
      </w:r>
    </w:p>
    <w:p w14:paraId="76ACFFF3" w14:textId="769A7393" w:rsidR="001D342D" w:rsidRPr="00C97902" w:rsidRDefault="001D342D" w:rsidP="00143415">
      <w:pPr>
        <w:ind w:left="360"/>
      </w:pPr>
      <w:r w:rsidRPr="00C97902">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65E400F7" w14:textId="77777777" w:rsidR="001D342D" w:rsidRPr="00C97902" w:rsidRDefault="001D342D" w:rsidP="001D342D">
      <w:pPr>
        <w:rPr>
          <w:lang w:eastAsia="nb-NO"/>
        </w:rPr>
      </w:pPr>
    </w:p>
    <w:p w14:paraId="7705EEF3" w14:textId="6B74E985" w:rsidR="001D342D" w:rsidRPr="00C97902" w:rsidRDefault="001D342D" w:rsidP="005156EC">
      <w:pPr>
        <w:pStyle w:val="Listeavsnitt"/>
        <w:numPr>
          <w:ilvl w:val="0"/>
          <w:numId w:val="14"/>
        </w:numPr>
        <w:rPr>
          <w:i/>
        </w:rPr>
      </w:pPr>
      <w:r w:rsidRPr="00C97902">
        <w:rPr>
          <w:i/>
        </w:rPr>
        <w:t xml:space="preserve">R&amp;D providers (F1, F2, </w:t>
      </w:r>
      <w:r w:rsidRPr="00C97902">
        <w:rPr>
          <w:i/>
          <w:iCs/>
        </w:rPr>
        <w:t>etc.)</w:t>
      </w:r>
    </w:p>
    <w:p w14:paraId="37C2454B" w14:textId="0BA8B34D" w:rsidR="001D342D" w:rsidRPr="00C97902" w:rsidRDefault="003B5D4A" w:rsidP="00143415">
      <w:pPr>
        <w:ind w:left="360"/>
      </w:pPr>
      <w:r w:rsidRPr="00C97902">
        <w:t>Companies or organisations that will be delivering an R&amp;D service to the project. For each R&amp;D provider, briefly provide the grounds for their participation in the project. If research fellows are to be affiliated with the project, describe how their work is relevant to the project’s research needs.</w:t>
      </w:r>
    </w:p>
    <w:p w14:paraId="32E90E3C" w14:textId="77777777" w:rsidR="001D342D" w:rsidRPr="00C97902" w:rsidRDefault="001D342D" w:rsidP="001D342D">
      <w:pPr>
        <w:rPr>
          <w:lang w:eastAsia="nb-NO"/>
        </w:rPr>
      </w:pPr>
    </w:p>
    <w:p w14:paraId="31D3F248" w14:textId="44150986" w:rsidR="001D342D" w:rsidRPr="00C97902" w:rsidRDefault="001D342D" w:rsidP="005156EC">
      <w:pPr>
        <w:pStyle w:val="Listeavsnitt"/>
        <w:numPr>
          <w:ilvl w:val="0"/>
          <w:numId w:val="14"/>
        </w:numPr>
        <w:rPr>
          <w:i/>
        </w:rPr>
      </w:pPr>
      <w:r w:rsidRPr="00C97902">
        <w:rPr>
          <w:i/>
        </w:rPr>
        <w:t xml:space="preserve">Other project partners (O1, O2, </w:t>
      </w:r>
      <w:r w:rsidRPr="00C97902">
        <w:rPr>
          <w:i/>
          <w:iCs/>
        </w:rPr>
        <w:t>etc.)</w:t>
      </w:r>
    </w:p>
    <w:p w14:paraId="5D076F1E" w14:textId="7933538D" w:rsidR="008E10B9" w:rsidRPr="00C97902" w:rsidRDefault="001D342D" w:rsidP="00143415">
      <w:pPr>
        <w:ind w:left="360"/>
      </w:pPr>
      <w:r w:rsidRPr="00C97902">
        <w:t xml:space="preserve">If other stakeholders, e.g.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efforts; through own funding or funding from other project partners. </w:t>
      </w:r>
    </w:p>
    <w:p w14:paraId="0C809E24" w14:textId="77777777" w:rsidR="009419EC" w:rsidRPr="00C97902" w:rsidRDefault="009419EC" w:rsidP="009419EC">
      <w:pPr>
        <w:pStyle w:val="Listeavsnitt"/>
        <w:ind w:left="1068"/>
        <w:rPr>
          <w:iCs/>
        </w:rPr>
      </w:pPr>
    </w:p>
    <w:p w14:paraId="3D3F854C" w14:textId="41194906" w:rsidR="009419EC" w:rsidRPr="00C97902" w:rsidRDefault="009419EC" w:rsidP="009419EC">
      <w:pPr>
        <w:rPr>
          <w:iCs/>
        </w:rPr>
      </w:pPr>
      <w:r w:rsidRPr="00C97902">
        <w:t xml:space="preserve">Table </w:t>
      </w:r>
      <w:r w:rsidR="00FA4451" w:rsidRPr="00C97902">
        <w:t>3</w:t>
      </w:r>
      <w:r w:rsidRPr="00C97902">
        <w:t>: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rsidRPr="00C97902"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Pr="00C97902" w:rsidRDefault="009419EC" w:rsidP="00C0696E">
            <w:pPr>
              <w:rPr>
                <w:b/>
                <w:i/>
                <w:sz w:val="18"/>
                <w:szCs w:val="18"/>
              </w:rPr>
            </w:pPr>
            <w:r w:rsidRPr="00C97902">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C97902" w:rsidRDefault="009419EC" w:rsidP="00C0696E">
            <w:pPr>
              <w:rPr>
                <w:b/>
                <w:i/>
                <w:sz w:val="18"/>
                <w:szCs w:val="18"/>
              </w:rPr>
            </w:pPr>
            <w:r w:rsidRPr="00C97902">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C97902" w:rsidRDefault="009419EC" w:rsidP="00C0696E">
            <w:pPr>
              <w:rPr>
                <w:b/>
                <w:i/>
                <w:sz w:val="18"/>
                <w:szCs w:val="18"/>
              </w:rPr>
            </w:pPr>
            <w:r w:rsidRPr="00C97902">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C97902" w:rsidRDefault="009419EC" w:rsidP="00C0696E">
            <w:pPr>
              <w:rPr>
                <w:b/>
                <w:i/>
                <w:sz w:val="18"/>
                <w:szCs w:val="18"/>
              </w:rPr>
            </w:pPr>
            <w:r w:rsidRPr="00C97902">
              <w:rPr>
                <w:b/>
                <w:i/>
                <w:sz w:val="18"/>
                <w:szCs w:val="18"/>
              </w:rPr>
              <w:t>Also participating in the main activity:</w:t>
            </w:r>
          </w:p>
        </w:tc>
      </w:tr>
      <w:tr w:rsidR="009419EC" w:rsidRPr="00C97902"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Pr="00C97902" w:rsidRDefault="009419EC" w:rsidP="00C0696E">
            <w:pPr>
              <w:rPr>
                <w:sz w:val="18"/>
                <w:szCs w:val="18"/>
              </w:rPr>
            </w:pPr>
            <w:r w:rsidRPr="00C97902">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C97902" w:rsidRDefault="009419EC" w:rsidP="00C0696E">
            <w:pPr>
              <w:rPr>
                <w:sz w:val="18"/>
                <w:szCs w:val="18"/>
              </w:rPr>
            </w:pPr>
            <w:r w:rsidRPr="00C97902">
              <w:rPr>
                <w:sz w:val="18"/>
                <w:szCs w:val="18"/>
              </w:rPr>
              <w:t>(e.g.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C97902" w:rsidRDefault="009419EC" w:rsidP="00C0696E">
            <w:pPr>
              <w:rPr>
                <w:sz w:val="18"/>
                <w:szCs w:val="18"/>
              </w:rPr>
            </w:pPr>
            <w:r w:rsidRPr="00C97902">
              <w:rPr>
                <w:sz w:val="18"/>
                <w:szCs w:val="18"/>
              </w:rPr>
              <w:t>(e.g. H3, H4)</w:t>
            </w:r>
          </w:p>
        </w:tc>
      </w:tr>
      <w:tr w:rsidR="009419EC" w:rsidRPr="00C97902"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Pr="00C97902" w:rsidRDefault="009419EC" w:rsidP="00C0696E">
            <w:pPr>
              <w:rPr>
                <w:sz w:val="18"/>
                <w:szCs w:val="18"/>
              </w:rPr>
            </w:pPr>
            <w:r w:rsidRPr="00C97902">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C97902" w:rsidRDefault="009419EC" w:rsidP="00C0696E">
            <w:pPr>
              <w:rPr>
                <w:sz w:val="18"/>
                <w:szCs w:val="18"/>
              </w:rPr>
            </w:pPr>
          </w:p>
        </w:tc>
      </w:tr>
      <w:tr w:rsidR="009419EC" w:rsidRPr="00C97902"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Pr="00C97902" w:rsidRDefault="009419EC" w:rsidP="00C0696E">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C97902" w:rsidRDefault="009419EC" w:rsidP="00C0696E">
            <w:pPr>
              <w:rPr>
                <w:sz w:val="18"/>
                <w:szCs w:val="18"/>
              </w:rPr>
            </w:pPr>
          </w:p>
        </w:tc>
      </w:tr>
      <w:tr w:rsidR="009419EC" w:rsidRPr="00C97902"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Pr="00C97902" w:rsidRDefault="009419EC" w:rsidP="00C0696E">
            <w:pPr>
              <w:rPr>
                <w:sz w:val="18"/>
                <w:szCs w:val="18"/>
              </w:rPr>
            </w:pPr>
            <w:r w:rsidRPr="00C97902">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C97902" w:rsidRDefault="009419EC" w:rsidP="00C0696E">
            <w:pPr>
              <w:rPr>
                <w:sz w:val="18"/>
                <w:szCs w:val="18"/>
              </w:rPr>
            </w:pPr>
          </w:p>
        </w:tc>
      </w:tr>
      <w:tr w:rsidR="009419EC" w:rsidRPr="00C97902"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Pr="00C97902" w:rsidRDefault="009419EC" w:rsidP="00C0696E">
            <w:pPr>
              <w:rPr>
                <w:sz w:val="18"/>
                <w:szCs w:val="18"/>
              </w:rPr>
            </w:pPr>
            <w:r w:rsidRPr="00C97902">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C97902" w:rsidRDefault="009419EC" w:rsidP="00C0696E">
            <w:pPr>
              <w:rPr>
                <w:sz w:val="18"/>
                <w:szCs w:val="18"/>
              </w:rPr>
            </w:pPr>
          </w:p>
        </w:tc>
      </w:tr>
      <w:tr w:rsidR="009419EC" w:rsidRPr="00C97902"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Pr="00C97902" w:rsidRDefault="009419EC" w:rsidP="00C0696E">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C97902" w:rsidRDefault="009419EC" w:rsidP="00C0696E">
            <w:pPr>
              <w:rPr>
                <w:sz w:val="18"/>
                <w:szCs w:val="18"/>
              </w:rPr>
            </w:pPr>
          </w:p>
        </w:tc>
      </w:tr>
      <w:tr w:rsidR="009419EC" w:rsidRPr="00C97902"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Pr="00C97902" w:rsidRDefault="009419EC" w:rsidP="00C0696E">
            <w:pPr>
              <w:rPr>
                <w:sz w:val="18"/>
                <w:szCs w:val="18"/>
              </w:rPr>
            </w:pPr>
            <w:r w:rsidRPr="00C97902">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C97902" w:rsidRDefault="009419EC" w:rsidP="00C0696E">
            <w:pPr>
              <w:rPr>
                <w:sz w:val="18"/>
                <w:szCs w:val="18"/>
              </w:rPr>
            </w:pPr>
          </w:p>
        </w:tc>
      </w:tr>
      <w:tr w:rsidR="009419EC" w:rsidRPr="00C97902"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Pr="00C97902" w:rsidRDefault="009419EC" w:rsidP="00C0696E">
            <w:pPr>
              <w:rPr>
                <w:sz w:val="18"/>
                <w:szCs w:val="18"/>
              </w:rPr>
            </w:pPr>
            <w:r w:rsidRPr="00C97902">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C97902"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C97902"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C97902" w:rsidRDefault="009419EC" w:rsidP="00C0696E">
            <w:pPr>
              <w:rPr>
                <w:sz w:val="18"/>
                <w:szCs w:val="18"/>
              </w:rPr>
            </w:pPr>
          </w:p>
        </w:tc>
      </w:tr>
    </w:tbl>
    <w:p w14:paraId="2ECCA45B" w14:textId="77777777" w:rsidR="001D342D" w:rsidRPr="00C97902" w:rsidRDefault="001D342D" w:rsidP="0024539D">
      <w:pPr>
        <w:pStyle w:val="Overskrift2"/>
      </w:pPr>
      <w:bookmarkStart w:id="9" w:name="_Toc82767040"/>
      <w:r w:rsidRPr="00C97902">
        <w:t>Other collaboration</w:t>
      </w:r>
      <w:bookmarkEnd w:id="9"/>
    </w:p>
    <w:p w14:paraId="6244957D" w14:textId="02134E50" w:rsidR="003A3268" w:rsidRPr="00C97902" w:rsidRDefault="003A3268" w:rsidP="003A3268">
      <w:r w:rsidRPr="00C97902">
        <w:t>All names of the enterprises/organisations and persons listed in this section must also be listed in the grant application fo</w:t>
      </w:r>
      <w:r w:rsidR="006E551D" w:rsidRPr="00C97902">
        <w:t>r</w:t>
      </w:r>
      <w:r w:rsidRPr="00C97902">
        <w:t xml:space="preserve">m under Project participants. </w:t>
      </w:r>
    </w:p>
    <w:p w14:paraId="1BBAA47A" w14:textId="77777777" w:rsidR="003A3268" w:rsidRPr="00C97902" w:rsidRDefault="003A3268" w:rsidP="00EA75A5"/>
    <w:p w14:paraId="11A0DD1C" w14:textId="6F9E01DE" w:rsidR="001D342D" w:rsidRPr="00C97902" w:rsidRDefault="001D342D" w:rsidP="00EA75A5">
      <w:r w:rsidRPr="00C97902">
        <w:lastRenderedPageBreak/>
        <w:t>If the project is going to engage in R&amp;D collaborations with other institutions than those specified in section 3.</w:t>
      </w:r>
      <w:r w:rsidR="00F065D3" w:rsidRPr="00C97902">
        <w:t>2</w:t>
      </w:r>
      <w:r w:rsidRPr="00C97902">
        <w:t>, briefly describe this collaboration here. Planned contact with other national projects or links to international collaboration schemes can also be mentioned here. Describe how the need for international collaboration has been assessed.</w:t>
      </w:r>
    </w:p>
    <w:p w14:paraId="1150E919" w14:textId="77777777" w:rsidR="00EA75A5" w:rsidRPr="00C97902" w:rsidRDefault="00EA75A5" w:rsidP="00EA75A5">
      <w:pPr>
        <w:rPr>
          <w:lang w:eastAsia="nb-NO"/>
        </w:rPr>
      </w:pPr>
    </w:p>
    <w:p w14:paraId="634F36BD" w14:textId="32C0B93F" w:rsidR="001D342D" w:rsidRPr="00C97902" w:rsidRDefault="001D342D" w:rsidP="00EA75A5">
      <w:r w:rsidRPr="00C97902">
        <w:t>If the project is going to use specific sub-contractors for certain tasks, beyond the professional assistance from R&amp;D partners described in section 3.</w:t>
      </w:r>
      <w:r w:rsidR="00FA4451" w:rsidRPr="00C97902">
        <w:t xml:space="preserve">2 </w:t>
      </w:r>
      <w:r w:rsidRPr="00C97902">
        <w:t>b), provide more information about this here. A sub-contractor is an actor who supplies goods and/or provides services to the project on assignment from the Project Owner and/or any partners, and who is not a partner or an R&amp;D provider.</w:t>
      </w:r>
    </w:p>
    <w:p w14:paraId="28C0D758" w14:textId="77777777" w:rsidR="001D342D" w:rsidRPr="00C97902" w:rsidRDefault="001D342D" w:rsidP="0024539D">
      <w:pPr>
        <w:pStyle w:val="Overskrift2"/>
      </w:pPr>
      <w:bookmarkStart w:id="10" w:name="_Toc82767041"/>
      <w:r w:rsidRPr="00C97902">
        <w:t>Organisation and management of the R&amp;D project</w:t>
      </w:r>
      <w:bookmarkEnd w:id="10"/>
    </w:p>
    <w:p w14:paraId="09120617" w14:textId="6217E365" w:rsidR="007F6B78" w:rsidRPr="00C97902" w:rsidRDefault="001D342D" w:rsidP="007F6B78">
      <w:r w:rsidRPr="00C97902">
        <w:t xml:space="preserve">Describe how the project will be organised and managed and explain how this is appropriate in relation to the project’s objectives and tasks. Explain the choice of project manager. </w:t>
      </w:r>
    </w:p>
    <w:p w14:paraId="61ADEE0C" w14:textId="77777777" w:rsidR="00A951C7" w:rsidRPr="00C97902" w:rsidRDefault="00A951C7" w:rsidP="005475A7"/>
    <w:p w14:paraId="363E7767" w14:textId="5B7BC063" w:rsidR="00A951C7" w:rsidRPr="00C97902" w:rsidRDefault="00A951C7" w:rsidP="00A951C7">
      <w:pPr>
        <w:pStyle w:val="Overskrift2"/>
      </w:pPr>
      <w:r w:rsidRPr="00C97902">
        <w:t xml:space="preserve">Budget and funding </w:t>
      </w:r>
    </w:p>
    <w:p w14:paraId="4BC31A7F" w14:textId="2BDC1C82" w:rsidR="00A951C7" w:rsidRPr="00C97902" w:rsidRDefault="00A951C7" w:rsidP="00A951C7">
      <w:r w:rsidRPr="00C97902">
        <w:t>All the budget tables will be included in the grant application form, and it is important that there is a clear connection between what is written in the project description and what is listed in the tables in the application form.</w:t>
      </w:r>
    </w:p>
    <w:p w14:paraId="1BC45E22" w14:textId="77777777" w:rsidR="00A951C7" w:rsidRPr="00C97902" w:rsidRDefault="00A951C7" w:rsidP="00A951C7"/>
    <w:p w14:paraId="691D5856" w14:textId="77777777" w:rsidR="00FB24A1" w:rsidRPr="00C97902" w:rsidRDefault="00A951C7" w:rsidP="00FB24A1">
      <w:r w:rsidRPr="00C97902">
        <w:rPr>
          <w:i/>
        </w:rPr>
        <w:t>Funding</w:t>
      </w:r>
      <w:r w:rsidRPr="00C97902">
        <w:rPr>
          <w:b/>
        </w:rPr>
        <w:br/>
      </w:r>
      <w:r w:rsidRPr="00C97902">
        <w:t>You must explain whether own funding comprises own funds or whether funding from investors will be required to implement in an appropriate manner.</w:t>
      </w:r>
    </w:p>
    <w:p w14:paraId="240BFF30" w14:textId="77777777" w:rsidR="00A951C7" w:rsidRPr="00C97902" w:rsidRDefault="00A951C7" w:rsidP="00A951C7">
      <w:pPr>
        <w:ind w:left="360"/>
      </w:pPr>
    </w:p>
    <w:p w14:paraId="2102169D" w14:textId="15CB6A91" w:rsidR="00A951C7" w:rsidRPr="00C97902" w:rsidRDefault="00A951C7" w:rsidP="00A951C7">
      <w:r w:rsidRPr="00C97902">
        <w:t xml:space="preserve">Please remember that the Research Council's funding for </w:t>
      </w:r>
      <w:r w:rsidR="00D11F7C" w:rsidRPr="00C97902">
        <w:t xml:space="preserve">a </w:t>
      </w:r>
      <w:r w:rsidR="00FA4451" w:rsidRPr="00C97902">
        <w:t xml:space="preserve">Pilot-T </w:t>
      </w:r>
      <w:r w:rsidR="00FA4451" w:rsidRPr="00C97902">
        <w:rPr>
          <w:bCs/>
          <w:iCs/>
        </w:rPr>
        <w:t>project</w:t>
      </w:r>
      <w:r w:rsidR="00D11F7C" w:rsidRPr="00C97902">
        <w:t xml:space="preserve"> </w:t>
      </w:r>
      <w:r w:rsidRPr="00C97902">
        <w:t xml:space="preserve">is awarded in accordance with the EEA state aid rules. Partners in the project must contribute to funding of the project by covering a share of the project costs. Please note the following: </w:t>
      </w:r>
    </w:p>
    <w:p w14:paraId="682A4180" w14:textId="77777777" w:rsidR="00A951C7" w:rsidRPr="00C97902" w:rsidRDefault="00A951C7" w:rsidP="005156EC">
      <w:pPr>
        <w:pStyle w:val="Listeavsnitt"/>
        <w:numPr>
          <w:ilvl w:val="0"/>
          <w:numId w:val="11"/>
        </w:numPr>
      </w:pPr>
      <w:r w:rsidRPr="00C97902">
        <w:t>A partner in the project may not be an R&amp;D provider in the project, or vice versa.</w:t>
      </w:r>
    </w:p>
    <w:p w14:paraId="381FBBBE" w14:textId="760BC1DB" w:rsidR="00A951C7" w:rsidRPr="00C97902" w:rsidRDefault="00A951C7" w:rsidP="005156EC">
      <w:pPr>
        <w:pStyle w:val="Listeavsnitt"/>
        <w:numPr>
          <w:ilvl w:val="0"/>
          <w:numId w:val="11"/>
        </w:numPr>
        <w:rPr>
          <w:i/>
        </w:rPr>
      </w:pPr>
      <w:r w:rsidRPr="00C97902">
        <w:t xml:space="preserve">Any cash funding from others public sector bodies </w:t>
      </w:r>
      <w:r w:rsidR="00FA4451" w:rsidRPr="00C97902">
        <w:t xml:space="preserve">(which are not project partners) </w:t>
      </w:r>
      <w:r w:rsidRPr="00C97902">
        <w:t xml:space="preserve">will be considered public funding, ref. ‘Other public funding’ in the ‘Funding plan’ table in the </w:t>
      </w:r>
      <w:r w:rsidR="00D11F7C" w:rsidRPr="00C97902">
        <w:t xml:space="preserve">grant </w:t>
      </w:r>
      <w:r w:rsidRPr="00C97902">
        <w:t>application form.</w:t>
      </w:r>
    </w:p>
    <w:p w14:paraId="3472459C" w14:textId="77777777" w:rsidR="00A951C7" w:rsidRPr="00C97902" w:rsidRDefault="00A951C7" w:rsidP="005156EC">
      <w:pPr>
        <w:pStyle w:val="Listeavsnitt"/>
        <w:numPr>
          <w:ilvl w:val="0"/>
          <w:numId w:val="11"/>
        </w:numPr>
        <w:rPr>
          <w:i/>
        </w:rPr>
      </w:pPr>
      <w:r w:rsidRPr="00C97902">
        <w:t xml:space="preserve">The maximum funding for the project is the total amount of funding each partner can receive. </w:t>
      </w:r>
    </w:p>
    <w:p w14:paraId="06543FB9" w14:textId="77777777" w:rsidR="00A951C7" w:rsidRPr="00C97902" w:rsidRDefault="00A951C7" w:rsidP="00A951C7"/>
    <w:p w14:paraId="194F755B" w14:textId="57A62D39" w:rsidR="00CC5867" w:rsidRPr="00C97902" w:rsidRDefault="00333212" w:rsidP="00CC5867">
      <w:pPr>
        <w:pStyle w:val="Overskrift1"/>
      </w:pPr>
      <w:bookmarkStart w:id="11" w:name="_Toc82767042"/>
      <w:r w:rsidRPr="00C97902">
        <w:t>Other information</w:t>
      </w:r>
      <w:bookmarkEnd w:id="11"/>
    </w:p>
    <w:p w14:paraId="5A1BC9E5" w14:textId="5C773953" w:rsidR="007036DF" w:rsidRPr="00C97902" w:rsidRDefault="007036DF" w:rsidP="0024539D">
      <w:pPr>
        <w:pStyle w:val="Overskrift2"/>
      </w:pPr>
      <w:bookmarkStart w:id="12" w:name="_Toc82767044"/>
      <w:r w:rsidRPr="00C97902">
        <w:t>Relevance</w:t>
      </w:r>
      <w:bookmarkEnd w:id="12"/>
      <w:r w:rsidR="00FA4451" w:rsidRPr="00C97902">
        <w:t xml:space="preserve"> for Pilot-T</w:t>
      </w:r>
    </w:p>
    <w:p w14:paraId="0B882499" w14:textId="1300CBC5" w:rsidR="0088071A" w:rsidRPr="00C97902" w:rsidRDefault="0088071A" w:rsidP="00EE573A">
      <w:r w:rsidRPr="00C97902">
        <w:t xml:space="preserve">Briefly describe how the innovation will be of relevance to and will help to achieve the objectives of the Pilot-T scheme. </w:t>
      </w:r>
    </w:p>
    <w:p w14:paraId="2095FCFD" w14:textId="01989DDE" w:rsidR="0088071A" w:rsidRPr="00C97902" w:rsidRDefault="0088071A" w:rsidP="0088071A">
      <w:pPr>
        <w:pStyle w:val="Listeavsnitt"/>
        <w:numPr>
          <w:ilvl w:val="0"/>
          <w:numId w:val="21"/>
        </w:numPr>
      </w:pPr>
      <w:r w:rsidRPr="00C97902">
        <w:t>In what way do the project results contribute to the application of new technology in the transport sector?</w:t>
      </w:r>
    </w:p>
    <w:p w14:paraId="56ED0997" w14:textId="497B7E05" w:rsidR="0088071A" w:rsidRPr="00C97902" w:rsidRDefault="0088071A" w:rsidP="006E551D">
      <w:pPr>
        <w:pStyle w:val="Listeavsnitt"/>
        <w:numPr>
          <w:ilvl w:val="0"/>
          <w:numId w:val="21"/>
        </w:numPr>
      </w:pPr>
      <w:r w:rsidRPr="00C97902">
        <w:t xml:space="preserve">In what way do the project results contribute to an efficient, safe and/or </w:t>
      </w:r>
      <w:r w:rsidR="004D0F79" w:rsidRPr="00C97902">
        <w:t>environmentally friendly</w:t>
      </w:r>
      <w:r w:rsidRPr="00C97902">
        <w:t xml:space="preserve"> transports system?</w:t>
      </w:r>
    </w:p>
    <w:p w14:paraId="3865922D" w14:textId="77777777" w:rsidR="00FA4451" w:rsidRPr="00C97902" w:rsidRDefault="00FA4451" w:rsidP="00FA4451">
      <w:pPr>
        <w:pStyle w:val="Overskrift2"/>
      </w:pPr>
      <w:bookmarkStart w:id="13" w:name="_Toc82767045"/>
      <w:r w:rsidRPr="00C97902">
        <w:t xml:space="preserve">Gender balance </w:t>
      </w:r>
    </w:p>
    <w:p w14:paraId="153982F0" w14:textId="219E67FA" w:rsidR="00666B7F" w:rsidRPr="00C97902" w:rsidRDefault="00FA4451" w:rsidP="00B20988">
      <w:r w:rsidRPr="00C97902">
        <w:t xml:space="preserve">Describe how the project will promote gender balance in research and innovation and contribute to increasing the recruitment of women to research </w:t>
      </w:r>
      <w:r w:rsidR="0088071A" w:rsidRPr="00C97902">
        <w:t>in</w:t>
      </w:r>
      <w:r w:rsidRPr="00C97902">
        <w:t xml:space="preserve"> industry.  </w:t>
      </w:r>
      <w:bookmarkEnd w:id="13"/>
    </w:p>
    <w:p w14:paraId="21AA9E9B" w14:textId="3ADA999B" w:rsidR="00E273F2" w:rsidRPr="00C97902" w:rsidRDefault="008C1398" w:rsidP="0024539D">
      <w:pPr>
        <w:pStyle w:val="Overskrift2"/>
      </w:pPr>
      <w:bookmarkStart w:id="14" w:name="_Toc82767046"/>
      <w:r w:rsidRPr="00C97902">
        <w:lastRenderedPageBreak/>
        <w:t>Literature</w:t>
      </w:r>
      <w:bookmarkEnd w:id="14"/>
    </w:p>
    <w:sectPr w:rsidR="00E273F2" w:rsidRPr="00C97902"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CEA44" w14:textId="77777777" w:rsidR="004D3A9B" w:rsidRDefault="004D3A9B" w:rsidP="000378B6">
      <w:r>
        <w:separator/>
      </w:r>
    </w:p>
    <w:p w14:paraId="18E3ECA0" w14:textId="77777777" w:rsidR="004D3A9B" w:rsidRDefault="004D3A9B" w:rsidP="000378B6"/>
  </w:endnote>
  <w:endnote w:type="continuationSeparator" w:id="0">
    <w:p w14:paraId="4FADCF96" w14:textId="77777777" w:rsidR="004D3A9B" w:rsidRDefault="004D3A9B" w:rsidP="000378B6">
      <w:r>
        <w:continuationSeparator/>
      </w:r>
    </w:p>
    <w:p w14:paraId="5A019C03" w14:textId="77777777" w:rsidR="004D3A9B" w:rsidRDefault="004D3A9B" w:rsidP="000378B6"/>
  </w:endnote>
  <w:endnote w:type="continuationNotice" w:id="1">
    <w:p w14:paraId="2746B970" w14:textId="77777777" w:rsidR="004D3A9B" w:rsidRDefault="004D3A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91AB1" w14:textId="77777777" w:rsidR="009A4958" w:rsidRDefault="009A4958">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BC21D0" w:rsidRDefault="00BC21D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9A4958">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EAF61" w14:textId="77777777" w:rsidR="004D3A9B" w:rsidRDefault="004D3A9B" w:rsidP="000378B6">
      <w:r>
        <w:separator/>
      </w:r>
    </w:p>
    <w:p w14:paraId="155ACBF8" w14:textId="77777777" w:rsidR="004D3A9B" w:rsidRDefault="004D3A9B" w:rsidP="000378B6"/>
  </w:footnote>
  <w:footnote w:type="continuationSeparator" w:id="0">
    <w:p w14:paraId="28441007" w14:textId="77777777" w:rsidR="004D3A9B" w:rsidRDefault="004D3A9B" w:rsidP="000378B6">
      <w:r>
        <w:continuationSeparator/>
      </w:r>
    </w:p>
    <w:p w14:paraId="56279809" w14:textId="77777777" w:rsidR="004D3A9B" w:rsidRDefault="004D3A9B" w:rsidP="000378B6"/>
  </w:footnote>
  <w:footnote w:type="continuationNotice" w:id="1">
    <w:p w14:paraId="5461941A" w14:textId="77777777" w:rsidR="004D3A9B" w:rsidRDefault="004D3A9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B8D6" w14:textId="77777777" w:rsidR="009A4958" w:rsidRDefault="009A4958">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F29E" w14:textId="77777777" w:rsidR="009A4958" w:rsidRDefault="009A4958">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1ED9" w14:textId="02AED242" w:rsidR="005F5CD8" w:rsidRDefault="002602A0">
    <w:pPr>
      <w:pStyle w:val="Topptekst"/>
    </w:pPr>
    <w:r>
      <w:rPr>
        <w:sz w:val="20"/>
      </w:rPr>
      <w:t xml:space="preserve">‘Project title’ and date  </w:t>
    </w:r>
    <w:r>
      <w:ptab w:relativeTo="margin" w:alignment="center" w:leader="none"/>
    </w:r>
    <w:r>
      <w:ptab w:relativeTo="margin" w:alignment="right" w:leader="none"/>
    </w:r>
    <w:r w:rsidR="001341B8">
      <w:t>Template for Project Description Pilot-T 202</w:t>
    </w:r>
    <w:r w:rsidR="009A495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7" w15:restartNumberingAfterBreak="0">
    <w:nsid w:val="729C20DD"/>
    <w:multiLevelType w:val="hybridMultilevel"/>
    <w:tmpl w:val="F9D6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2793324">
    <w:abstractNumId w:val="14"/>
  </w:num>
  <w:num w:numId="2" w16cid:durableId="1233925915">
    <w:abstractNumId w:val="15"/>
  </w:num>
  <w:num w:numId="3" w16cid:durableId="451902011">
    <w:abstractNumId w:val="10"/>
  </w:num>
  <w:num w:numId="4" w16cid:durableId="1020664241">
    <w:abstractNumId w:val="1"/>
  </w:num>
  <w:num w:numId="5" w16cid:durableId="475416069">
    <w:abstractNumId w:val="8"/>
  </w:num>
  <w:num w:numId="6" w16cid:durableId="1985115065">
    <w:abstractNumId w:val="4"/>
  </w:num>
  <w:num w:numId="7" w16cid:durableId="658775287">
    <w:abstractNumId w:val="13"/>
  </w:num>
  <w:num w:numId="8" w16cid:durableId="813332121">
    <w:abstractNumId w:val="16"/>
  </w:num>
  <w:num w:numId="9" w16cid:durableId="41758817">
    <w:abstractNumId w:val="11"/>
  </w:num>
  <w:num w:numId="10" w16cid:durableId="815490219">
    <w:abstractNumId w:val="3"/>
  </w:num>
  <w:num w:numId="11" w16cid:durableId="1736127211">
    <w:abstractNumId w:val="9"/>
  </w:num>
  <w:num w:numId="12" w16cid:durableId="1801923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711811">
    <w:abstractNumId w:val="2"/>
  </w:num>
  <w:num w:numId="14" w16cid:durableId="1261597007">
    <w:abstractNumId w:val="12"/>
  </w:num>
  <w:num w:numId="15" w16cid:durableId="125393894">
    <w:abstractNumId w:val="6"/>
  </w:num>
  <w:num w:numId="16" w16cid:durableId="1358655366">
    <w:abstractNumId w:val="7"/>
  </w:num>
  <w:num w:numId="17" w16cid:durableId="1765179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50445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8448377">
    <w:abstractNumId w:val="5"/>
  </w:num>
  <w:num w:numId="20" w16cid:durableId="1498231166">
    <w:abstractNumId w:val="0"/>
  </w:num>
  <w:num w:numId="21" w16cid:durableId="102277756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560"/>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E62"/>
    <w:rsid w:val="000743AA"/>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61D"/>
    <w:rsid w:val="000B5F91"/>
    <w:rsid w:val="000B6434"/>
    <w:rsid w:val="000B6552"/>
    <w:rsid w:val="000B755A"/>
    <w:rsid w:val="000C078E"/>
    <w:rsid w:val="000C0E1C"/>
    <w:rsid w:val="000C3ACF"/>
    <w:rsid w:val="000C3B4C"/>
    <w:rsid w:val="000C40B5"/>
    <w:rsid w:val="000C5B4F"/>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202"/>
    <w:rsid w:val="000F5934"/>
    <w:rsid w:val="000F61B6"/>
    <w:rsid w:val="00100FE2"/>
    <w:rsid w:val="0010129E"/>
    <w:rsid w:val="00102451"/>
    <w:rsid w:val="001035D8"/>
    <w:rsid w:val="00103762"/>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341B8"/>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362"/>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3FA4"/>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4C42"/>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4C1B"/>
    <w:rsid w:val="00302B61"/>
    <w:rsid w:val="00305B2E"/>
    <w:rsid w:val="0031252D"/>
    <w:rsid w:val="00312802"/>
    <w:rsid w:val="00312D87"/>
    <w:rsid w:val="003130D0"/>
    <w:rsid w:val="00314E09"/>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4248"/>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3268"/>
    <w:rsid w:val="003A4250"/>
    <w:rsid w:val="003A4702"/>
    <w:rsid w:val="003A4E01"/>
    <w:rsid w:val="003B033B"/>
    <w:rsid w:val="003B07C7"/>
    <w:rsid w:val="003B2372"/>
    <w:rsid w:val="003B36FF"/>
    <w:rsid w:val="003B4AC2"/>
    <w:rsid w:val="003B5D4A"/>
    <w:rsid w:val="003B5ECE"/>
    <w:rsid w:val="003B7008"/>
    <w:rsid w:val="003B742B"/>
    <w:rsid w:val="003B75A2"/>
    <w:rsid w:val="003B7BF9"/>
    <w:rsid w:val="003C200B"/>
    <w:rsid w:val="003C2027"/>
    <w:rsid w:val="003C29D1"/>
    <w:rsid w:val="003C774B"/>
    <w:rsid w:val="003D2374"/>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930"/>
    <w:rsid w:val="00406E13"/>
    <w:rsid w:val="00407CDF"/>
    <w:rsid w:val="00411873"/>
    <w:rsid w:val="004134D8"/>
    <w:rsid w:val="004143BC"/>
    <w:rsid w:val="00414755"/>
    <w:rsid w:val="00415E7E"/>
    <w:rsid w:val="00415F1A"/>
    <w:rsid w:val="00416253"/>
    <w:rsid w:val="00417B04"/>
    <w:rsid w:val="00421CFF"/>
    <w:rsid w:val="0042416E"/>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444D"/>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BDC"/>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0F79"/>
    <w:rsid w:val="004D1572"/>
    <w:rsid w:val="004D3A9B"/>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1F8C"/>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A1987"/>
    <w:rsid w:val="005A3266"/>
    <w:rsid w:val="005B000B"/>
    <w:rsid w:val="005B1FAF"/>
    <w:rsid w:val="005B2352"/>
    <w:rsid w:val="005B273E"/>
    <w:rsid w:val="005B3D7D"/>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2C3C"/>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1D"/>
    <w:rsid w:val="006E557D"/>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64F"/>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E0CE9"/>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19EE"/>
    <w:rsid w:val="00823B1A"/>
    <w:rsid w:val="00824A50"/>
    <w:rsid w:val="00826CEF"/>
    <w:rsid w:val="008276C5"/>
    <w:rsid w:val="0083047A"/>
    <w:rsid w:val="008311E8"/>
    <w:rsid w:val="00832A6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5520"/>
    <w:rsid w:val="00875556"/>
    <w:rsid w:val="00875DF5"/>
    <w:rsid w:val="00877544"/>
    <w:rsid w:val="00877B58"/>
    <w:rsid w:val="0088071A"/>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43BF"/>
    <w:rsid w:val="008E0D8E"/>
    <w:rsid w:val="008E0F10"/>
    <w:rsid w:val="008E10B9"/>
    <w:rsid w:val="008E11B6"/>
    <w:rsid w:val="008E1EBB"/>
    <w:rsid w:val="008F105B"/>
    <w:rsid w:val="008F3026"/>
    <w:rsid w:val="008F4672"/>
    <w:rsid w:val="008F777F"/>
    <w:rsid w:val="00903AB6"/>
    <w:rsid w:val="00904159"/>
    <w:rsid w:val="009062B5"/>
    <w:rsid w:val="0091113A"/>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5F65"/>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87424"/>
    <w:rsid w:val="00993C2F"/>
    <w:rsid w:val="00996457"/>
    <w:rsid w:val="009964A5"/>
    <w:rsid w:val="00996F1C"/>
    <w:rsid w:val="00997955"/>
    <w:rsid w:val="009A16DB"/>
    <w:rsid w:val="009A36F7"/>
    <w:rsid w:val="009A4958"/>
    <w:rsid w:val="009B50D4"/>
    <w:rsid w:val="009B6F7A"/>
    <w:rsid w:val="009B71DD"/>
    <w:rsid w:val="009C023E"/>
    <w:rsid w:val="009C2501"/>
    <w:rsid w:val="009C427D"/>
    <w:rsid w:val="009C5D6A"/>
    <w:rsid w:val="009C621E"/>
    <w:rsid w:val="009C7043"/>
    <w:rsid w:val="009C71E2"/>
    <w:rsid w:val="009C7393"/>
    <w:rsid w:val="009C73FF"/>
    <w:rsid w:val="009C7D41"/>
    <w:rsid w:val="009D5B88"/>
    <w:rsid w:val="009D5BDB"/>
    <w:rsid w:val="009E268C"/>
    <w:rsid w:val="009E3C54"/>
    <w:rsid w:val="009E76A5"/>
    <w:rsid w:val="009E7DFA"/>
    <w:rsid w:val="009F05A8"/>
    <w:rsid w:val="009F4662"/>
    <w:rsid w:val="009F5247"/>
    <w:rsid w:val="009F704A"/>
    <w:rsid w:val="009F73A1"/>
    <w:rsid w:val="009F7F18"/>
    <w:rsid w:val="00A03E21"/>
    <w:rsid w:val="00A042AA"/>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1652"/>
    <w:rsid w:val="00A41E34"/>
    <w:rsid w:val="00A42818"/>
    <w:rsid w:val="00A42F28"/>
    <w:rsid w:val="00A43B87"/>
    <w:rsid w:val="00A4439A"/>
    <w:rsid w:val="00A44BDD"/>
    <w:rsid w:val="00A47D52"/>
    <w:rsid w:val="00A52166"/>
    <w:rsid w:val="00A53E86"/>
    <w:rsid w:val="00A615FA"/>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99D"/>
    <w:rsid w:val="00B23CF8"/>
    <w:rsid w:val="00B25BB6"/>
    <w:rsid w:val="00B25BF2"/>
    <w:rsid w:val="00B25F27"/>
    <w:rsid w:val="00B26BF1"/>
    <w:rsid w:val="00B26F01"/>
    <w:rsid w:val="00B27724"/>
    <w:rsid w:val="00B35E4B"/>
    <w:rsid w:val="00B417E4"/>
    <w:rsid w:val="00B42943"/>
    <w:rsid w:val="00B42E93"/>
    <w:rsid w:val="00B45E86"/>
    <w:rsid w:val="00B47188"/>
    <w:rsid w:val="00B5010C"/>
    <w:rsid w:val="00B5160E"/>
    <w:rsid w:val="00B52A12"/>
    <w:rsid w:val="00B5673A"/>
    <w:rsid w:val="00B56B0C"/>
    <w:rsid w:val="00B57FF7"/>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A77"/>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97902"/>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73AD"/>
    <w:rsid w:val="00D0424D"/>
    <w:rsid w:val="00D05B8B"/>
    <w:rsid w:val="00D11A56"/>
    <w:rsid w:val="00D11F7C"/>
    <w:rsid w:val="00D12884"/>
    <w:rsid w:val="00D13067"/>
    <w:rsid w:val="00D1331F"/>
    <w:rsid w:val="00D16C8B"/>
    <w:rsid w:val="00D175BE"/>
    <w:rsid w:val="00D20200"/>
    <w:rsid w:val="00D23A02"/>
    <w:rsid w:val="00D24C07"/>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591A"/>
    <w:rsid w:val="00D66017"/>
    <w:rsid w:val="00D66F95"/>
    <w:rsid w:val="00D71B4E"/>
    <w:rsid w:val="00D72AA1"/>
    <w:rsid w:val="00D74871"/>
    <w:rsid w:val="00D76C3C"/>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358E"/>
    <w:rsid w:val="00DA3FB4"/>
    <w:rsid w:val="00DA496F"/>
    <w:rsid w:val="00DA64BE"/>
    <w:rsid w:val="00DA7EE4"/>
    <w:rsid w:val="00DB0CEC"/>
    <w:rsid w:val="00DB1DC0"/>
    <w:rsid w:val="00DB3190"/>
    <w:rsid w:val="00DB5509"/>
    <w:rsid w:val="00DB5824"/>
    <w:rsid w:val="00DB66D3"/>
    <w:rsid w:val="00DC1E9D"/>
    <w:rsid w:val="00DC1EFB"/>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34E3"/>
    <w:rsid w:val="00E14677"/>
    <w:rsid w:val="00E14B4D"/>
    <w:rsid w:val="00E153A0"/>
    <w:rsid w:val="00E16D66"/>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254C"/>
    <w:rsid w:val="00E426AF"/>
    <w:rsid w:val="00E43885"/>
    <w:rsid w:val="00E4396B"/>
    <w:rsid w:val="00E43F97"/>
    <w:rsid w:val="00E45F93"/>
    <w:rsid w:val="00E475B8"/>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3A0B"/>
    <w:rsid w:val="00E96595"/>
    <w:rsid w:val="00E965E0"/>
    <w:rsid w:val="00E96FEE"/>
    <w:rsid w:val="00EA2283"/>
    <w:rsid w:val="00EA3A71"/>
    <w:rsid w:val="00EA3C68"/>
    <w:rsid w:val="00EA4665"/>
    <w:rsid w:val="00EA56AD"/>
    <w:rsid w:val="00EA6167"/>
    <w:rsid w:val="00EA75A5"/>
    <w:rsid w:val="00EB0214"/>
    <w:rsid w:val="00EB2D89"/>
    <w:rsid w:val="00EB6396"/>
    <w:rsid w:val="00EC1BCA"/>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4886"/>
    <w:rsid w:val="00EE48CF"/>
    <w:rsid w:val="00EE573A"/>
    <w:rsid w:val="00EF337A"/>
    <w:rsid w:val="00EF6EA1"/>
    <w:rsid w:val="00F01A24"/>
    <w:rsid w:val="00F021D2"/>
    <w:rsid w:val="00F046A8"/>
    <w:rsid w:val="00F04F33"/>
    <w:rsid w:val="00F065D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2EBC"/>
    <w:rsid w:val="00F56CD6"/>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411C"/>
    <w:rsid w:val="00FA4451"/>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3FB20EF"/>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5B6EB25"/>
    <w:rsid w:val="66A81858"/>
    <w:rsid w:val="66DE8465"/>
    <w:rsid w:val="67B1B926"/>
    <w:rsid w:val="68E558CB"/>
    <w:rsid w:val="6C03B6FB"/>
    <w:rsid w:val="70D051E7"/>
    <w:rsid w:val="715B1A89"/>
    <w:rsid w:val="71D4B01A"/>
    <w:rsid w:val="737D6D53"/>
    <w:rsid w:val="74F75DE8"/>
    <w:rsid w:val="75AAFC40"/>
    <w:rsid w:val="75D53337"/>
    <w:rsid w:val="7609B89D"/>
    <w:rsid w:val="772821AF"/>
    <w:rsid w:val="79337E33"/>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nfr-cl4-felles\Felles\RESSURSER\TRANSPORT%20OG%20MARITIM\Transport%202025\11%20Utlysninger\Utlysninger%202022\Pilot-T\Mal%20for%20prosjektbeskrivelse\Utkast"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forskningsradet.no/en/Adviser-research-policy/Ethical-standards-in-research/" TargetMode="Externa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forskningsradet.no/en/Adviser-research-policy/Gender-balance-and-gender-perspectives/"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2.xml><?xml version="1.0" encoding="utf-8"?>
<ds:datastoreItem xmlns:ds="http://schemas.openxmlformats.org/officeDocument/2006/customXml" ds:itemID="{EBFC6CCA-9464-44E9-B27B-92CDF89D8AEA}"/>
</file>

<file path=customXml/itemProps3.xml><?xml version="1.0" encoding="utf-8"?>
<ds:datastoreItem xmlns:ds="http://schemas.openxmlformats.org/officeDocument/2006/customXml" ds:itemID="{5F88A829-B029-412B-9A3D-2EC6E25BA429}"/>
</file>

<file path=docProps/app.xml><?xml version="1.0" encoding="utf-8"?>
<Properties xmlns="http://schemas.openxmlformats.org/officeDocument/2006/extended-properties" xmlns:vt="http://schemas.openxmlformats.org/officeDocument/2006/docPropsVTypes">
  <Template>Normal</Template>
  <TotalTime>0</TotalTime>
  <Pages>9</Pages>
  <Words>2716</Words>
  <Characters>15483</Characters>
  <Application>Microsoft Office Word</Application>
  <DocSecurity>0</DocSecurity>
  <Lines>129</Lines>
  <Paragraphs>36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2023-08-28T09:29:00Z</dcterms:created>
  <dcterms:modified xsi:type="dcterms:W3CDTF">2023-08-28T09:29:00Z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2022-08-31T06:33:04Z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f54857f1-0677-4bbf-98a8-be6b20d6f4f4</vt:lpwstr>
  </property>
  <property fmtid="{D5CDD505-2E9C-101B-9397-08002B2CF9AE}" pid="8" name="MSIP_Label_c57cc846-0bc0-43b9-8353-a5d3a5c07e06_ContentBits">
    <vt:lpwstr>0</vt:lpwstr>
  </property>
</Properties>
</file>